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6E7" w:rsidRPr="007701AB" w:rsidRDefault="0054068F" w:rsidP="009F66E7">
      <w:pPr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val="en-US" w:eastAsia="en-US"/>
        </w:rPr>
        <w:drawing>
          <wp:anchor distT="0" distB="0" distL="114300" distR="114300" simplePos="0" relativeHeight="251687936" behindDoc="1" locked="0" layoutInCell="1" allowOverlap="1" wp14:anchorId="694E00E5" wp14:editId="708549E6">
            <wp:simplePos x="0" y="0"/>
            <wp:positionH relativeFrom="column">
              <wp:posOffset>4953000</wp:posOffset>
            </wp:positionH>
            <wp:positionV relativeFrom="paragraph">
              <wp:posOffset>-245110</wp:posOffset>
            </wp:positionV>
            <wp:extent cx="1885950" cy="1333336"/>
            <wp:effectExtent l="0" t="0" r="0" b="63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ool Kid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3333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6E7" w:rsidRPr="007701AB">
        <w:rPr>
          <w:rFonts w:ascii="Arial" w:hAnsi="Arial" w:cs="Arial"/>
          <w:b/>
          <w:bCs/>
          <w:color w:val="000000"/>
          <w:sz w:val="28"/>
          <w:szCs w:val="28"/>
        </w:rPr>
        <w:t xml:space="preserve">Cool Kids </w:t>
      </w:r>
      <w:proofErr w:type="spellStart"/>
      <w:r w:rsidR="009F66E7" w:rsidRPr="007701AB">
        <w:rPr>
          <w:rFonts w:ascii="Arial" w:hAnsi="Arial" w:cs="Arial"/>
          <w:b/>
          <w:bCs/>
          <w:color w:val="000000"/>
          <w:sz w:val="28"/>
          <w:szCs w:val="28"/>
        </w:rPr>
        <w:t>Warkworth</w:t>
      </w:r>
      <w:bookmarkStart w:id="0" w:name="_GoBack"/>
      <w:bookmarkEnd w:id="0"/>
      <w:proofErr w:type="spellEnd"/>
    </w:p>
    <w:p w:rsidR="009F66E7" w:rsidRPr="007701AB" w:rsidRDefault="009F66E7" w:rsidP="009F66E7">
      <w:pPr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 w:rsidRPr="007701AB">
        <w:rPr>
          <w:rFonts w:ascii="Arial" w:hAnsi="Arial" w:cs="Arial"/>
          <w:b/>
          <w:bCs/>
          <w:color w:val="000000"/>
          <w:sz w:val="28"/>
          <w:szCs w:val="28"/>
        </w:rPr>
        <w:t>Enrolment Contract</w:t>
      </w:r>
      <w:r w:rsidR="00871FC7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AF7565">
        <w:rPr>
          <w:rFonts w:ascii="Arial" w:hAnsi="Arial" w:cs="Arial"/>
          <w:b/>
          <w:bCs/>
          <w:color w:val="000000"/>
          <w:sz w:val="28"/>
          <w:szCs w:val="28"/>
        </w:rPr>
        <w:t>-</w:t>
      </w:r>
      <w:r w:rsidR="00871FC7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871FC7" w:rsidRPr="00871FC7">
        <w:rPr>
          <w:rFonts w:ascii="Arial" w:hAnsi="Arial" w:cs="Arial"/>
          <w:b/>
          <w:bCs/>
          <w:color w:val="000000"/>
          <w:sz w:val="24"/>
          <w:szCs w:val="24"/>
        </w:rPr>
        <w:t>Holiday Programme</w:t>
      </w:r>
      <w:r w:rsidR="00AF756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AF7565" w:rsidRPr="00AF7565">
        <w:rPr>
          <w:rFonts w:ascii="Arial" w:hAnsi="Arial" w:cs="Arial"/>
          <w:bCs/>
          <w:color w:val="000000"/>
          <w:sz w:val="20"/>
          <w:szCs w:val="24"/>
        </w:rPr>
        <w:t>(2 Weeks)</w:t>
      </w:r>
    </w:p>
    <w:p w:rsidR="009F66E7" w:rsidRDefault="009F66E7" w:rsidP="009F66E7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F66E7" w:rsidRPr="007701AB" w:rsidRDefault="009F66E7" w:rsidP="009F66E7">
      <w:pPr>
        <w:spacing w:after="0" w:line="240" w:lineRule="auto"/>
        <w:rPr>
          <w:rFonts w:ascii="Arial" w:hAnsi="Arial" w:cs="Arial"/>
          <w:b/>
          <w:bCs/>
          <w:color w:val="000000"/>
        </w:rPr>
      </w:pPr>
      <w:r w:rsidRPr="007701AB">
        <w:rPr>
          <w:rFonts w:ascii="Arial" w:hAnsi="Arial" w:cs="Arial"/>
          <w:b/>
          <w:bCs/>
          <w:color w:val="000000"/>
        </w:rPr>
        <w:t>Please complete all sections and PRINT clearly.</w:t>
      </w:r>
    </w:p>
    <w:p w:rsidR="001C1FB8" w:rsidRDefault="00D71B3B" w:rsidP="009F66E7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133350</wp:posOffset>
                </wp:positionV>
                <wp:extent cx="219075" cy="209550"/>
                <wp:effectExtent l="0" t="0" r="28575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67FE" w:rsidRPr="00441A75" w:rsidRDefault="001A67FE" w:rsidP="005052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41A7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6pt;margin-top:10.5pt;width:17.25pt;height:16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" fillcolor="black [3213]" strokeweight=".5pt">
                <v:textbox>
                  <w:txbxContent>
                    <w:p w:rsidR="001A67FE" w:rsidRPr="00441A75" w:rsidRDefault="001A67FE" w:rsidP="0050527D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441A7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8F3C2C" w:rsidRPr="007701AB" w:rsidRDefault="009F66E7" w:rsidP="0050527D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0"/>
          <w:szCs w:val="20"/>
        </w:rPr>
      </w:pPr>
      <w:r w:rsidRPr="007701AB">
        <w:rPr>
          <w:rFonts w:ascii="Arial" w:hAnsi="Arial" w:cs="Arial"/>
          <w:b/>
          <w:bCs/>
          <w:color w:val="000000"/>
          <w:sz w:val="20"/>
          <w:szCs w:val="20"/>
        </w:rPr>
        <w:t>CHILD DETAILS</w:t>
      </w:r>
    </w:p>
    <w:tbl>
      <w:tblPr>
        <w:tblStyle w:val="TableGrid"/>
        <w:tblpPr w:leftFromText="180" w:rightFromText="180" w:vertAnchor="text" w:horzAnchor="margin" w:tblpY="124"/>
        <w:tblW w:w="10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589"/>
        <w:gridCol w:w="643"/>
        <w:gridCol w:w="752"/>
        <w:gridCol w:w="851"/>
        <w:gridCol w:w="283"/>
        <w:gridCol w:w="481"/>
        <w:gridCol w:w="704"/>
        <w:gridCol w:w="705"/>
        <w:gridCol w:w="708"/>
      </w:tblGrid>
      <w:tr w:rsidR="008F3C2C" w:rsidTr="005313A0">
        <w:trPr>
          <w:trHeight w:val="505"/>
        </w:trPr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8F3C2C" w:rsidRPr="007701AB" w:rsidRDefault="00A5768C" w:rsidP="008F3C2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FAMILY NAME</w:t>
            </w:r>
          </w:p>
        </w:tc>
        <w:tc>
          <w:tcPr>
            <w:tcW w:w="3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C2C" w:rsidRPr="009F66E7" w:rsidRDefault="008F3C2C" w:rsidP="008F3C2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C2C" w:rsidRPr="007701AB" w:rsidRDefault="00A5768C" w:rsidP="008F3C2C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Home phone</w:t>
            </w:r>
          </w:p>
        </w:tc>
        <w:tc>
          <w:tcPr>
            <w:tcW w:w="3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C2C" w:rsidRPr="009F66E7" w:rsidRDefault="008F3C2C" w:rsidP="008F3C2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3C2C" w:rsidTr="005313A0">
        <w:trPr>
          <w:trHeight w:val="66"/>
        </w:trPr>
        <w:tc>
          <w:tcPr>
            <w:tcW w:w="10786" w:type="dxa"/>
            <w:gridSpan w:val="11"/>
            <w:shd w:val="clear" w:color="auto" w:fill="auto"/>
            <w:vAlign w:val="center"/>
          </w:tcPr>
          <w:p w:rsidR="008F3C2C" w:rsidRPr="0050527D" w:rsidRDefault="008F3C2C" w:rsidP="008F3C2C">
            <w:pPr>
              <w:jc w:val="right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FD0206" w:rsidTr="005313A0">
        <w:trPr>
          <w:trHeight w:val="450"/>
        </w:trPr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A5768C" w:rsidRPr="007701AB" w:rsidRDefault="00A5768C" w:rsidP="008F3C2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Child’s Name (1)</w:t>
            </w:r>
          </w:p>
        </w:tc>
        <w:tc>
          <w:tcPr>
            <w:tcW w:w="3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68C" w:rsidRPr="007701AB" w:rsidRDefault="00A5768C" w:rsidP="008F3C2C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68C" w:rsidRPr="007701AB" w:rsidRDefault="00A5768C" w:rsidP="005313A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68C" w:rsidRPr="007701AB" w:rsidRDefault="00A5768C" w:rsidP="008F3C2C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68C" w:rsidRPr="007701AB" w:rsidRDefault="00A5768C" w:rsidP="008F3C2C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Boy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68C" w:rsidRPr="007701AB" w:rsidRDefault="00A5768C" w:rsidP="008F3C2C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68C" w:rsidRPr="007701AB" w:rsidRDefault="00A5768C" w:rsidP="008F3C2C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Girl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68C" w:rsidRPr="007701AB" w:rsidRDefault="00A5768C" w:rsidP="008F3C2C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8F3C2C" w:rsidTr="005313A0">
        <w:trPr>
          <w:trHeight w:val="66"/>
        </w:trPr>
        <w:tc>
          <w:tcPr>
            <w:tcW w:w="10786" w:type="dxa"/>
            <w:gridSpan w:val="11"/>
            <w:shd w:val="clear" w:color="auto" w:fill="auto"/>
            <w:vAlign w:val="center"/>
          </w:tcPr>
          <w:p w:rsidR="008F3C2C" w:rsidRPr="0050527D" w:rsidRDefault="008F3C2C" w:rsidP="008F3C2C">
            <w:pPr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50527D" w:rsidTr="005313A0">
        <w:trPr>
          <w:trHeight w:val="474"/>
        </w:trPr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50527D" w:rsidRPr="007701AB" w:rsidRDefault="0050527D" w:rsidP="008F3C2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Residential Address</w:t>
            </w:r>
          </w:p>
        </w:tc>
        <w:tc>
          <w:tcPr>
            <w:tcW w:w="88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7D" w:rsidRPr="009F66E7" w:rsidRDefault="0050527D" w:rsidP="008F3C2C">
            <w:pPr>
              <w:tabs>
                <w:tab w:val="left" w:pos="743"/>
                <w:tab w:val="left" w:pos="2018"/>
              </w:tabs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F3C2C" w:rsidTr="005313A0">
        <w:trPr>
          <w:trHeight w:val="66"/>
        </w:trPr>
        <w:tc>
          <w:tcPr>
            <w:tcW w:w="10786" w:type="dxa"/>
            <w:gridSpan w:val="11"/>
            <w:shd w:val="clear" w:color="auto" w:fill="auto"/>
            <w:vAlign w:val="center"/>
          </w:tcPr>
          <w:p w:rsidR="008F3C2C" w:rsidRPr="0050527D" w:rsidRDefault="008F3C2C" w:rsidP="008F3C2C">
            <w:pPr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5313A0" w:rsidTr="005313A0">
        <w:trPr>
          <w:trHeight w:val="450"/>
        </w:trPr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5313A0" w:rsidRPr="007701AB" w:rsidRDefault="005313A0" w:rsidP="008F3C2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School Attended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3A0" w:rsidRPr="009F66E7" w:rsidRDefault="005313A0" w:rsidP="008F3C2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3A0" w:rsidRPr="007701AB" w:rsidRDefault="005313A0" w:rsidP="005313A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Year Level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3A0" w:rsidRPr="007701AB" w:rsidRDefault="005313A0" w:rsidP="008F3C2C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3A0" w:rsidRPr="007701AB" w:rsidRDefault="005313A0" w:rsidP="008F3C2C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01A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Ethnicity</w:t>
            </w:r>
          </w:p>
        </w:tc>
        <w:tc>
          <w:tcPr>
            <w:tcW w:w="2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3A0" w:rsidRPr="009F66E7" w:rsidRDefault="005313A0" w:rsidP="008F3C2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50527D" w:rsidRDefault="00D71B3B" w:rsidP="0050527D">
      <w:pPr>
        <w:tabs>
          <w:tab w:val="left" w:pos="8789"/>
          <w:tab w:val="left" w:pos="9639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noProof/>
          <w:color w:val="0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6BBEF9" wp14:editId="478A3431">
                <wp:simplePos x="0" y="0"/>
                <wp:positionH relativeFrom="column">
                  <wp:posOffset>-76200</wp:posOffset>
                </wp:positionH>
                <wp:positionV relativeFrom="paragraph">
                  <wp:posOffset>1564640</wp:posOffset>
                </wp:positionV>
                <wp:extent cx="219075" cy="257175"/>
                <wp:effectExtent l="0" t="0" r="28575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571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67FE" w:rsidRPr="00441A75" w:rsidRDefault="001A67FE" w:rsidP="005052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41A7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BBEF9" id="Text Box 16" o:spid="_x0000_s1027" type="#_x0000_t202" style="position:absolute;left:0;text-align:left;margin-left:-6pt;margin-top:123.2pt;width:17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" fillcolor="black [3213]" strokeweight=".5pt">
                <v:textbox>
                  <w:txbxContent>
                    <w:p w:rsidR="001A67FE" w:rsidRPr="00441A75" w:rsidRDefault="001A67FE" w:rsidP="0050527D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441A7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50527D" w:rsidRPr="0050527D" w:rsidRDefault="0050527D" w:rsidP="00D71B3B">
      <w:pPr>
        <w:tabs>
          <w:tab w:val="left" w:pos="567"/>
          <w:tab w:val="left" w:pos="8789"/>
          <w:tab w:val="left" w:pos="9639"/>
        </w:tabs>
        <w:spacing w:after="0" w:line="240" w:lineRule="auto"/>
        <w:ind w:left="567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50527D">
        <w:rPr>
          <w:rFonts w:ascii="Arial" w:hAnsi="Arial" w:cs="Arial"/>
          <w:b/>
          <w:bCs/>
          <w:color w:val="000000"/>
          <w:sz w:val="20"/>
          <w:szCs w:val="20"/>
        </w:rPr>
        <w:t>PLEASE SPECIFY ANY MEDICAL CONDITIONS</w:t>
      </w:r>
      <w:r w:rsidRPr="00780689">
        <w:rPr>
          <w:rFonts w:ascii="Arial" w:hAnsi="Arial" w:cs="Arial"/>
          <w:b/>
          <w:bCs/>
          <w:color w:val="000000"/>
          <w:sz w:val="18"/>
          <w:szCs w:val="18"/>
        </w:rPr>
        <w:t xml:space="preserve">, </w:t>
      </w:r>
      <w:r w:rsidRPr="0050527D">
        <w:rPr>
          <w:rFonts w:ascii="Arial" w:hAnsi="Arial" w:cs="Arial"/>
          <w:b/>
          <w:bCs/>
          <w:color w:val="000000"/>
          <w:sz w:val="16"/>
          <w:szCs w:val="16"/>
        </w:rPr>
        <w:t xml:space="preserve">OR ALLERGIES YOUR CHILD HAS, INCLUDING ADHD, ANY SPECIAL DIETARY NEEDS AND ANY </w:t>
      </w:r>
      <w:r w:rsidR="00FA25FE" w:rsidRPr="0050527D">
        <w:rPr>
          <w:rFonts w:ascii="Arial" w:hAnsi="Arial" w:cs="Arial"/>
          <w:b/>
          <w:bCs/>
          <w:color w:val="000000"/>
          <w:sz w:val="16"/>
          <w:szCs w:val="16"/>
        </w:rPr>
        <w:t>SPECIAL NEEDS OR CIRCUMSTANCES ABOUT WHICH WE SHOULD BE MADE AWARE</w:t>
      </w:r>
      <w:r w:rsidRPr="0050527D">
        <w:rPr>
          <w:rFonts w:ascii="Arial" w:hAnsi="Arial" w:cs="Arial"/>
          <w:b/>
          <w:bCs/>
          <w:color w:val="000000"/>
          <w:sz w:val="16"/>
          <w:szCs w:val="16"/>
        </w:rPr>
        <w:t>.</w:t>
      </w:r>
    </w:p>
    <w:tbl>
      <w:tblPr>
        <w:tblStyle w:val="TableGrid"/>
        <w:tblW w:w="10820" w:type="dxa"/>
        <w:tblCellMar>
          <w:top w:w="28" w:type="dxa"/>
        </w:tblCellMar>
        <w:tblLook w:val="04A0" w:firstRow="1" w:lastRow="0" w:firstColumn="1" w:lastColumn="0" w:noHBand="0" w:noVBand="1"/>
      </w:tblPr>
      <w:tblGrid>
        <w:gridCol w:w="2263"/>
        <w:gridCol w:w="3588"/>
        <w:gridCol w:w="2262"/>
        <w:gridCol w:w="2707"/>
      </w:tblGrid>
      <w:tr w:rsidR="0050527D" w:rsidTr="00E742AC">
        <w:trPr>
          <w:trHeight w:val="923"/>
        </w:trPr>
        <w:tc>
          <w:tcPr>
            <w:tcW w:w="10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27D" w:rsidRDefault="0050527D" w:rsidP="0050527D">
            <w:pPr>
              <w:tabs>
                <w:tab w:val="left" w:pos="8789"/>
                <w:tab w:val="left" w:pos="9639"/>
              </w:tabs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527D" w:rsidTr="00E742AC">
        <w:trPr>
          <w:trHeight w:val="72"/>
        </w:trPr>
        <w:tc>
          <w:tcPr>
            <w:tcW w:w="108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0527D" w:rsidRPr="00780689" w:rsidRDefault="0050527D" w:rsidP="006D36E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06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If your child requires medication administered while attending this programme, you are required to complete a separate MEDICAL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CONSENT </w:t>
            </w:r>
            <w:r w:rsidRPr="007806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FORM.  Please ask staff on site.</w:t>
            </w:r>
          </w:p>
          <w:p w:rsidR="0050527D" w:rsidRPr="00780689" w:rsidRDefault="0050527D" w:rsidP="0050527D">
            <w:pPr>
              <w:tabs>
                <w:tab w:val="left" w:pos="8789"/>
                <w:tab w:val="left" w:pos="9639"/>
              </w:tabs>
              <w:jc w:val="both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</w:tr>
      <w:tr w:rsidR="0050527D" w:rsidTr="00E742AC">
        <w:trPr>
          <w:trHeight w:val="369"/>
        </w:trPr>
        <w:tc>
          <w:tcPr>
            <w:tcW w:w="2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0527D" w:rsidRDefault="0050527D" w:rsidP="0050527D">
            <w:pPr>
              <w:tabs>
                <w:tab w:val="left" w:pos="8789"/>
                <w:tab w:val="left" w:pos="9639"/>
              </w:tabs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Family Doctor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7D" w:rsidRDefault="0050527D" w:rsidP="0050527D">
            <w:pPr>
              <w:tabs>
                <w:tab w:val="left" w:pos="8789"/>
                <w:tab w:val="left" w:pos="9639"/>
              </w:tabs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0527D" w:rsidRPr="006F210E" w:rsidRDefault="0050527D" w:rsidP="0050527D">
            <w:pPr>
              <w:tabs>
                <w:tab w:val="left" w:pos="8789"/>
                <w:tab w:val="left" w:pos="9639"/>
              </w:tabs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F21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Phone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27D" w:rsidRDefault="0050527D" w:rsidP="0050527D">
            <w:pPr>
              <w:tabs>
                <w:tab w:val="left" w:pos="8789"/>
                <w:tab w:val="left" w:pos="9639"/>
              </w:tabs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F66E7" w:rsidRDefault="00D71B3B" w:rsidP="009F66E7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noProof/>
          <w:color w:val="000000"/>
          <w:sz w:val="18"/>
          <w:szCs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715320" wp14:editId="048EDCBA">
                <wp:simplePos x="0" y="0"/>
                <wp:positionH relativeFrom="column">
                  <wp:posOffset>-76200</wp:posOffset>
                </wp:positionH>
                <wp:positionV relativeFrom="paragraph">
                  <wp:posOffset>127635</wp:posOffset>
                </wp:positionV>
                <wp:extent cx="238125" cy="209550"/>
                <wp:effectExtent l="0" t="0" r="28575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095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67FE" w:rsidRPr="00441A75" w:rsidRDefault="001A67FE" w:rsidP="00B20C6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41A7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715320" id="Text Box 17" o:spid="_x0000_s1028" type="#_x0000_t202" style="position:absolute;margin-left:-6pt;margin-top:10.05pt;width:18.75pt;height:16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" fillcolor="black [3213]" strokeweight=".5pt">
                <v:textbox>
                  <w:txbxContent>
                    <w:p w:rsidR="001A67FE" w:rsidRPr="00441A75" w:rsidRDefault="001A67FE" w:rsidP="00B20C6B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441A7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8F3C2C" w:rsidRPr="00262F6E" w:rsidRDefault="008F3C2C" w:rsidP="00B20C6B">
      <w:pPr>
        <w:spacing w:after="0" w:line="240" w:lineRule="auto"/>
        <w:ind w:left="567"/>
        <w:rPr>
          <w:rFonts w:ascii="Arial" w:hAnsi="Arial" w:cs="Arial"/>
          <w:b/>
          <w:bCs/>
          <w:color w:val="000000"/>
          <w:sz w:val="20"/>
          <w:szCs w:val="20"/>
        </w:rPr>
      </w:pPr>
      <w:r w:rsidRPr="00262F6E">
        <w:rPr>
          <w:rFonts w:ascii="Arial" w:hAnsi="Arial" w:cs="Arial"/>
          <w:b/>
          <w:bCs/>
          <w:color w:val="000000"/>
          <w:sz w:val="20"/>
          <w:szCs w:val="20"/>
        </w:rPr>
        <w:t>PARENT / CAREGIVER 1</w:t>
      </w:r>
    </w:p>
    <w:tbl>
      <w:tblPr>
        <w:tblStyle w:val="TableGrid"/>
        <w:tblpPr w:leftFromText="180" w:rightFromText="180" w:vertAnchor="text" w:horzAnchor="margin" w:tblpY="124"/>
        <w:tblW w:w="108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9"/>
        <w:gridCol w:w="3147"/>
        <w:gridCol w:w="2002"/>
        <w:gridCol w:w="3148"/>
      </w:tblGrid>
      <w:tr w:rsidR="0050527D" w:rsidTr="00E742AC">
        <w:trPr>
          <w:trHeight w:val="467"/>
        </w:trPr>
        <w:tc>
          <w:tcPr>
            <w:tcW w:w="2539" w:type="dxa"/>
            <w:tcBorders>
              <w:right w:val="single" w:sz="4" w:space="0" w:color="auto"/>
            </w:tcBorders>
            <w:vAlign w:val="center"/>
          </w:tcPr>
          <w:p w:rsidR="0050527D" w:rsidRPr="007701AB" w:rsidRDefault="0050527D" w:rsidP="008F3C2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8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7D" w:rsidRPr="009F66E7" w:rsidRDefault="0050527D" w:rsidP="008F3C2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F3C2C" w:rsidTr="00E742AC">
        <w:trPr>
          <w:trHeight w:val="61"/>
        </w:trPr>
        <w:tc>
          <w:tcPr>
            <w:tcW w:w="10836" w:type="dxa"/>
            <w:gridSpan w:val="4"/>
            <w:shd w:val="clear" w:color="auto" w:fill="auto"/>
            <w:vAlign w:val="center"/>
          </w:tcPr>
          <w:p w:rsidR="008F3C2C" w:rsidRPr="0050527D" w:rsidRDefault="008F3C2C" w:rsidP="008F3C2C">
            <w:pPr>
              <w:jc w:val="right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B20C6B" w:rsidTr="00E742AC">
        <w:trPr>
          <w:trHeight w:val="413"/>
        </w:trPr>
        <w:tc>
          <w:tcPr>
            <w:tcW w:w="2539" w:type="dxa"/>
            <w:tcBorders>
              <w:right w:val="single" w:sz="4" w:space="0" w:color="auto"/>
            </w:tcBorders>
            <w:vAlign w:val="center"/>
          </w:tcPr>
          <w:p w:rsidR="00B20C6B" w:rsidRPr="007701AB" w:rsidRDefault="00B20C6B" w:rsidP="008F3C2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Relationship to child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B" w:rsidRPr="007701AB" w:rsidRDefault="00B20C6B" w:rsidP="008F3C2C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B" w:rsidRPr="007701AB" w:rsidRDefault="00B20C6B" w:rsidP="008F3C2C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Home phone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B" w:rsidRPr="007701AB" w:rsidRDefault="00B20C6B" w:rsidP="008F3C2C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8F3C2C" w:rsidTr="00E742AC">
        <w:trPr>
          <w:trHeight w:val="61"/>
        </w:trPr>
        <w:tc>
          <w:tcPr>
            <w:tcW w:w="10836" w:type="dxa"/>
            <w:gridSpan w:val="4"/>
            <w:shd w:val="clear" w:color="auto" w:fill="auto"/>
            <w:vAlign w:val="center"/>
          </w:tcPr>
          <w:p w:rsidR="008F3C2C" w:rsidRPr="00644B20" w:rsidRDefault="008F3C2C" w:rsidP="008F3C2C">
            <w:pPr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8F3C2C" w:rsidTr="00E742AC">
        <w:trPr>
          <w:trHeight w:val="438"/>
        </w:trPr>
        <w:tc>
          <w:tcPr>
            <w:tcW w:w="2539" w:type="dxa"/>
            <w:tcBorders>
              <w:right w:val="single" w:sz="4" w:space="0" w:color="auto"/>
            </w:tcBorders>
            <w:vAlign w:val="center"/>
          </w:tcPr>
          <w:p w:rsidR="008F3C2C" w:rsidRPr="007701AB" w:rsidRDefault="00B20C6B" w:rsidP="008F3C2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C2C" w:rsidRPr="007701AB" w:rsidRDefault="008F3C2C" w:rsidP="008F3C2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C2C" w:rsidRPr="007701AB" w:rsidRDefault="00B20C6B" w:rsidP="008F3C2C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Business phone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C2C" w:rsidRPr="009F66E7" w:rsidRDefault="008F3C2C" w:rsidP="008F3C2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F3C2C" w:rsidTr="00E742AC">
        <w:trPr>
          <w:trHeight w:val="61"/>
        </w:trPr>
        <w:tc>
          <w:tcPr>
            <w:tcW w:w="10836" w:type="dxa"/>
            <w:gridSpan w:val="4"/>
            <w:shd w:val="clear" w:color="auto" w:fill="auto"/>
            <w:vAlign w:val="center"/>
          </w:tcPr>
          <w:p w:rsidR="008F3C2C" w:rsidRPr="00644B20" w:rsidRDefault="008F3C2C" w:rsidP="008F3C2C">
            <w:pPr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C677C6" w:rsidTr="00E742AC">
        <w:trPr>
          <w:trHeight w:val="413"/>
        </w:trPr>
        <w:tc>
          <w:tcPr>
            <w:tcW w:w="2539" w:type="dxa"/>
            <w:vMerge w:val="restart"/>
            <w:tcBorders>
              <w:right w:val="single" w:sz="4" w:space="0" w:color="auto"/>
            </w:tcBorders>
            <w:vAlign w:val="center"/>
          </w:tcPr>
          <w:p w:rsidR="00C677C6" w:rsidRDefault="00C677C6" w:rsidP="008F3C2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Residential/Postal Address</w:t>
            </w:r>
          </w:p>
          <w:p w:rsidR="00C677C6" w:rsidRPr="00B20C6B" w:rsidRDefault="00C677C6" w:rsidP="008F3C2C">
            <w:pPr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Cs/>
                <w:color w:val="000000"/>
                <w:sz w:val="12"/>
                <w:szCs w:val="12"/>
              </w:rPr>
              <w:t>(</w:t>
            </w:r>
            <w:r w:rsidRPr="00B20C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if different from child’s above)</w:t>
            </w:r>
          </w:p>
        </w:tc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C6" w:rsidRPr="007701AB" w:rsidRDefault="00C677C6" w:rsidP="008F3C2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C6" w:rsidRPr="007701AB" w:rsidRDefault="00C677C6" w:rsidP="008F3C2C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Mobile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C6" w:rsidRPr="009F66E7" w:rsidRDefault="00C677C6" w:rsidP="008F3C2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677C6" w:rsidTr="00E742AC">
        <w:trPr>
          <w:trHeight w:val="438"/>
        </w:trPr>
        <w:tc>
          <w:tcPr>
            <w:tcW w:w="2539" w:type="dxa"/>
            <w:vMerge/>
            <w:tcBorders>
              <w:right w:val="single" w:sz="4" w:space="0" w:color="auto"/>
            </w:tcBorders>
            <w:vAlign w:val="center"/>
          </w:tcPr>
          <w:p w:rsidR="00C677C6" w:rsidRPr="007701AB" w:rsidRDefault="00C677C6" w:rsidP="008F3C2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C6" w:rsidRPr="007701AB" w:rsidRDefault="00C677C6" w:rsidP="008F3C2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5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677C6" w:rsidRPr="009F66E7" w:rsidRDefault="00C677C6" w:rsidP="008F3C2C">
            <w:pPr>
              <w:tabs>
                <w:tab w:val="left" w:pos="743"/>
                <w:tab w:val="left" w:pos="2018"/>
              </w:tabs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ab/>
            </w:r>
          </w:p>
        </w:tc>
      </w:tr>
    </w:tbl>
    <w:p w:rsidR="00B20C6B" w:rsidRDefault="00805BAB" w:rsidP="00B20C6B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noProof/>
          <w:color w:val="000000"/>
          <w:sz w:val="18"/>
          <w:szCs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255622" wp14:editId="4B664E29">
                <wp:simplePos x="0" y="0"/>
                <wp:positionH relativeFrom="column">
                  <wp:posOffset>-57150</wp:posOffset>
                </wp:positionH>
                <wp:positionV relativeFrom="paragraph">
                  <wp:posOffset>1739900</wp:posOffset>
                </wp:positionV>
                <wp:extent cx="219075" cy="209550"/>
                <wp:effectExtent l="0" t="0" r="28575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67FE" w:rsidRPr="00441A75" w:rsidRDefault="001A67FE" w:rsidP="005313A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41A7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55622" id="Text Box 18" o:spid="_x0000_s1029" type="#_x0000_t202" style="position:absolute;margin-left:-4.5pt;margin-top:137pt;width:17.25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" fillcolor="black [3213]" strokeweight=".5pt">
                <v:textbox>
                  <w:txbxContent>
                    <w:p w:rsidR="001A67FE" w:rsidRPr="00441A75" w:rsidRDefault="001A67FE" w:rsidP="005313A0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441A7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71B3B">
        <w:rPr>
          <w:rFonts w:ascii="Arial" w:hAnsi="Arial" w:cs="Arial"/>
          <w:bCs/>
          <w:noProof/>
          <w:color w:val="000000"/>
          <w:sz w:val="18"/>
          <w:szCs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D165D2" wp14:editId="323BE47C">
                <wp:simplePos x="0" y="0"/>
                <wp:positionH relativeFrom="column">
                  <wp:posOffset>381000</wp:posOffset>
                </wp:positionH>
                <wp:positionV relativeFrom="paragraph">
                  <wp:posOffset>-809756445</wp:posOffset>
                </wp:positionV>
                <wp:extent cx="219075" cy="209550"/>
                <wp:effectExtent l="0" t="0" r="28575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67FE" w:rsidRPr="00441A75" w:rsidRDefault="001A67FE" w:rsidP="008112F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41A7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165D2" id="Text Box 20" o:spid="_x0000_s1030" type="#_x0000_t202" style="position:absolute;margin-left:30pt;margin-top:-63760.35pt;width:17.2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" fillcolor="black [3213]" strokeweight=".5pt">
                <v:textbox>
                  <w:txbxContent>
                    <w:p w:rsidR="001A67FE" w:rsidRPr="00441A75" w:rsidRDefault="001A67FE" w:rsidP="008112FB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441A7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B20C6B" w:rsidRPr="007701AB" w:rsidRDefault="00F06F66" w:rsidP="00B20C6B">
      <w:pPr>
        <w:spacing w:after="0" w:line="240" w:lineRule="auto"/>
        <w:ind w:left="567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PARENT / CAREGIVER 2</w:t>
      </w:r>
    </w:p>
    <w:tbl>
      <w:tblPr>
        <w:tblStyle w:val="TableGrid"/>
        <w:tblpPr w:leftFromText="180" w:rightFromText="180" w:vertAnchor="text" w:horzAnchor="margin" w:tblpY="124"/>
        <w:tblW w:w="109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6"/>
        <w:gridCol w:w="3167"/>
        <w:gridCol w:w="2015"/>
        <w:gridCol w:w="3168"/>
      </w:tblGrid>
      <w:tr w:rsidR="00B20C6B" w:rsidTr="00E742AC">
        <w:trPr>
          <w:trHeight w:val="457"/>
        </w:trPr>
        <w:tc>
          <w:tcPr>
            <w:tcW w:w="2556" w:type="dxa"/>
            <w:tcBorders>
              <w:right w:val="single" w:sz="4" w:space="0" w:color="auto"/>
            </w:tcBorders>
            <w:vAlign w:val="center"/>
          </w:tcPr>
          <w:p w:rsidR="00B20C6B" w:rsidRPr="007701AB" w:rsidRDefault="00B20C6B" w:rsidP="008112F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8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B" w:rsidRPr="009F66E7" w:rsidRDefault="00B20C6B" w:rsidP="008112F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20C6B" w:rsidTr="00E742AC">
        <w:trPr>
          <w:trHeight w:val="60"/>
        </w:trPr>
        <w:tc>
          <w:tcPr>
            <w:tcW w:w="10906" w:type="dxa"/>
            <w:gridSpan w:val="4"/>
            <w:shd w:val="clear" w:color="auto" w:fill="auto"/>
            <w:vAlign w:val="center"/>
          </w:tcPr>
          <w:p w:rsidR="00B20C6B" w:rsidRPr="0050527D" w:rsidRDefault="00B20C6B" w:rsidP="008112FB">
            <w:pPr>
              <w:jc w:val="right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B20C6B" w:rsidTr="00E742AC">
        <w:trPr>
          <w:trHeight w:val="406"/>
        </w:trPr>
        <w:tc>
          <w:tcPr>
            <w:tcW w:w="2556" w:type="dxa"/>
            <w:tcBorders>
              <w:right w:val="single" w:sz="4" w:space="0" w:color="auto"/>
            </w:tcBorders>
            <w:vAlign w:val="center"/>
          </w:tcPr>
          <w:p w:rsidR="00B20C6B" w:rsidRPr="007701AB" w:rsidRDefault="00B20C6B" w:rsidP="008112F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Relationship to child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B" w:rsidRPr="007701AB" w:rsidRDefault="00B20C6B" w:rsidP="008112F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B" w:rsidRPr="007701AB" w:rsidRDefault="00B20C6B" w:rsidP="008112F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Home phone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B" w:rsidRPr="007701AB" w:rsidRDefault="00B20C6B" w:rsidP="008112F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B20C6B" w:rsidTr="00E742AC">
        <w:trPr>
          <w:trHeight w:val="60"/>
        </w:trPr>
        <w:tc>
          <w:tcPr>
            <w:tcW w:w="10906" w:type="dxa"/>
            <w:gridSpan w:val="4"/>
            <w:shd w:val="clear" w:color="auto" w:fill="auto"/>
            <w:vAlign w:val="center"/>
          </w:tcPr>
          <w:p w:rsidR="00B20C6B" w:rsidRPr="00644B20" w:rsidRDefault="00B20C6B" w:rsidP="008112FB">
            <w:pPr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B20C6B" w:rsidTr="00E742AC">
        <w:trPr>
          <w:trHeight w:val="430"/>
        </w:trPr>
        <w:tc>
          <w:tcPr>
            <w:tcW w:w="2556" w:type="dxa"/>
            <w:tcBorders>
              <w:right w:val="single" w:sz="4" w:space="0" w:color="auto"/>
            </w:tcBorders>
            <w:vAlign w:val="center"/>
          </w:tcPr>
          <w:p w:rsidR="00B20C6B" w:rsidRPr="007701AB" w:rsidRDefault="00B20C6B" w:rsidP="008112F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B" w:rsidRPr="007701AB" w:rsidRDefault="00B20C6B" w:rsidP="008112F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B" w:rsidRPr="007701AB" w:rsidRDefault="00B20C6B" w:rsidP="008112F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Business phone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C6B" w:rsidRPr="009F66E7" w:rsidRDefault="00B20C6B" w:rsidP="008112F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20C6B" w:rsidTr="00E742AC">
        <w:trPr>
          <w:trHeight w:val="60"/>
        </w:trPr>
        <w:tc>
          <w:tcPr>
            <w:tcW w:w="10906" w:type="dxa"/>
            <w:gridSpan w:val="4"/>
            <w:shd w:val="clear" w:color="auto" w:fill="auto"/>
            <w:vAlign w:val="center"/>
          </w:tcPr>
          <w:p w:rsidR="00B20C6B" w:rsidRPr="00644B20" w:rsidRDefault="00B20C6B" w:rsidP="008112FB">
            <w:pPr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C677C6" w:rsidTr="00E742AC">
        <w:trPr>
          <w:trHeight w:val="406"/>
        </w:trPr>
        <w:tc>
          <w:tcPr>
            <w:tcW w:w="2556" w:type="dxa"/>
            <w:vMerge w:val="restart"/>
            <w:tcBorders>
              <w:right w:val="single" w:sz="4" w:space="0" w:color="auto"/>
            </w:tcBorders>
            <w:vAlign w:val="center"/>
          </w:tcPr>
          <w:p w:rsidR="00C677C6" w:rsidRDefault="00C677C6" w:rsidP="008112F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Residential/Postal Address</w:t>
            </w:r>
          </w:p>
          <w:p w:rsidR="00C677C6" w:rsidRPr="00B20C6B" w:rsidRDefault="00C677C6" w:rsidP="008112FB">
            <w:pPr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Cs/>
                <w:color w:val="000000"/>
                <w:sz w:val="12"/>
                <w:szCs w:val="12"/>
              </w:rPr>
              <w:t>(</w:t>
            </w:r>
            <w:r w:rsidRPr="00B20C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if different from child’s above)</w:t>
            </w:r>
          </w:p>
        </w:tc>
        <w:tc>
          <w:tcPr>
            <w:tcW w:w="3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C6" w:rsidRPr="007701AB" w:rsidRDefault="00C677C6" w:rsidP="008112F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C6" w:rsidRPr="007701AB" w:rsidRDefault="00C677C6" w:rsidP="008112F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Mobile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C6" w:rsidRPr="009F66E7" w:rsidRDefault="00C677C6" w:rsidP="008112F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C677C6" w:rsidTr="00E742AC">
        <w:trPr>
          <w:trHeight w:val="430"/>
        </w:trPr>
        <w:tc>
          <w:tcPr>
            <w:tcW w:w="2556" w:type="dxa"/>
            <w:vMerge/>
            <w:tcBorders>
              <w:right w:val="single" w:sz="4" w:space="0" w:color="auto"/>
            </w:tcBorders>
            <w:vAlign w:val="center"/>
          </w:tcPr>
          <w:p w:rsidR="00C677C6" w:rsidRPr="007701AB" w:rsidRDefault="00C677C6" w:rsidP="008112F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C6" w:rsidRPr="007701AB" w:rsidRDefault="00C677C6" w:rsidP="008112F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8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677C6" w:rsidRPr="009F66E7" w:rsidRDefault="00C677C6" w:rsidP="008112FB">
            <w:pPr>
              <w:tabs>
                <w:tab w:val="left" w:pos="743"/>
                <w:tab w:val="left" w:pos="2018"/>
              </w:tabs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ab/>
            </w:r>
          </w:p>
        </w:tc>
      </w:tr>
    </w:tbl>
    <w:p w:rsidR="00C677C6" w:rsidRDefault="00C677C6" w:rsidP="00C677C6">
      <w:pPr>
        <w:spacing w:after="0" w:line="240" w:lineRule="auto"/>
        <w:ind w:firstLine="72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Cs/>
          <w:noProof/>
          <w:color w:val="000000"/>
          <w:sz w:val="18"/>
          <w:szCs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38274C" wp14:editId="6B485890">
                <wp:simplePos x="0" y="0"/>
                <wp:positionH relativeFrom="column">
                  <wp:posOffset>-57150</wp:posOffset>
                </wp:positionH>
                <wp:positionV relativeFrom="paragraph">
                  <wp:posOffset>1701800</wp:posOffset>
                </wp:positionV>
                <wp:extent cx="219075" cy="20955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67FE" w:rsidRPr="00441A75" w:rsidRDefault="001A67FE" w:rsidP="00C677C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8274C" id="Text Box 7" o:spid="_x0000_s1031" type="#_x0000_t202" style="position:absolute;left:0;text-align:left;margin-left:-4.5pt;margin-top:134pt;width:17.25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" fillcolor="black [3213]" strokeweight=".5pt">
                <v:textbox>
                  <w:txbxContent>
                    <w:p w:rsidR="001A67FE" w:rsidRPr="00441A75" w:rsidRDefault="001A67FE" w:rsidP="00C677C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C677C6" w:rsidRPr="007701AB" w:rsidRDefault="00C677C6" w:rsidP="00C677C6">
      <w:pPr>
        <w:spacing w:after="0" w:line="240" w:lineRule="auto"/>
        <w:ind w:firstLine="72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ALTERNATIVE EMERGENCY CONTACT – This must be provided</w:t>
      </w:r>
      <w:r>
        <w:rPr>
          <w:rFonts w:ascii="Arial" w:hAnsi="Arial" w:cs="Arial"/>
          <w:bCs/>
          <w:noProof/>
          <w:color w:val="000000"/>
          <w:sz w:val="18"/>
          <w:szCs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3502EB" wp14:editId="0EBDEA15">
                <wp:simplePos x="0" y="0"/>
                <wp:positionH relativeFrom="column">
                  <wp:posOffset>-1371600</wp:posOffset>
                </wp:positionH>
                <wp:positionV relativeFrom="paragraph">
                  <wp:posOffset>-523875</wp:posOffset>
                </wp:positionV>
                <wp:extent cx="219075" cy="209550"/>
                <wp:effectExtent l="0" t="0" r="28575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67FE" w:rsidRPr="00441A75" w:rsidRDefault="001A67FE" w:rsidP="00C677C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41A7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3502EB" id="Text Box 19" o:spid="_x0000_s1032" type="#_x0000_t202" style="position:absolute;left:0;text-align:left;margin-left:-108pt;margin-top:-41.25pt;width:17.25pt;height:16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" fillcolor="black [3213]" strokeweight=".5pt">
                <v:textbox>
                  <w:txbxContent>
                    <w:p w:rsidR="001A67FE" w:rsidRPr="00441A75" w:rsidRDefault="001A67FE" w:rsidP="00C677C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441A7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805BAB" w:rsidRDefault="00805BAB" w:rsidP="00805BAB">
      <w:pPr>
        <w:framePr w:hSpace="180" w:wrap="around" w:vAnchor="text" w:hAnchor="margin" w:y="525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54"/>
        <w:tblW w:w="109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1"/>
        <w:gridCol w:w="3185"/>
        <w:gridCol w:w="2026"/>
        <w:gridCol w:w="3185"/>
      </w:tblGrid>
      <w:tr w:rsidR="00C677C6" w:rsidTr="00E742AC">
        <w:trPr>
          <w:trHeight w:val="578"/>
        </w:trPr>
        <w:tc>
          <w:tcPr>
            <w:tcW w:w="2571" w:type="dxa"/>
            <w:tcBorders>
              <w:right w:val="single" w:sz="4" w:space="0" w:color="auto"/>
            </w:tcBorders>
            <w:vAlign w:val="center"/>
          </w:tcPr>
          <w:p w:rsidR="00C677C6" w:rsidRPr="007701AB" w:rsidRDefault="00C677C6" w:rsidP="00C677C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8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C6" w:rsidRPr="009F66E7" w:rsidRDefault="00C677C6" w:rsidP="00C677C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677C6" w:rsidTr="00E742AC">
        <w:trPr>
          <w:trHeight w:val="75"/>
        </w:trPr>
        <w:tc>
          <w:tcPr>
            <w:tcW w:w="10967" w:type="dxa"/>
            <w:gridSpan w:val="4"/>
            <w:shd w:val="clear" w:color="auto" w:fill="auto"/>
            <w:vAlign w:val="center"/>
          </w:tcPr>
          <w:p w:rsidR="00C677C6" w:rsidRPr="0050527D" w:rsidRDefault="00C677C6" w:rsidP="00C677C6">
            <w:pPr>
              <w:jc w:val="right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C677C6" w:rsidTr="00E742AC">
        <w:trPr>
          <w:trHeight w:val="513"/>
        </w:trPr>
        <w:tc>
          <w:tcPr>
            <w:tcW w:w="2571" w:type="dxa"/>
            <w:tcBorders>
              <w:right w:val="single" w:sz="4" w:space="0" w:color="auto"/>
            </w:tcBorders>
            <w:vAlign w:val="center"/>
          </w:tcPr>
          <w:p w:rsidR="00C677C6" w:rsidRPr="007701AB" w:rsidRDefault="00C677C6" w:rsidP="00C677C6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Relationship to child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C6" w:rsidRPr="007701AB" w:rsidRDefault="00C677C6" w:rsidP="00C677C6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77C6" w:rsidRPr="007701AB" w:rsidRDefault="00C677C6" w:rsidP="00C677C6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Home phone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C6" w:rsidRPr="007701AB" w:rsidRDefault="00C677C6" w:rsidP="00C677C6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677C6" w:rsidTr="00E742AC">
        <w:trPr>
          <w:trHeight w:val="75"/>
        </w:trPr>
        <w:tc>
          <w:tcPr>
            <w:tcW w:w="10967" w:type="dxa"/>
            <w:gridSpan w:val="4"/>
            <w:shd w:val="clear" w:color="auto" w:fill="auto"/>
            <w:vAlign w:val="center"/>
          </w:tcPr>
          <w:p w:rsidR="00C677C6" w:rsidRPr="00644B20" w:rsidRDefault="00C677C6" w:rsidP="00C677C6">
            <w:pPr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C677C6" w:rsidTr="00E742AC">
        <w:trPr>
          <w:trHeight w:val="542"/>
        </w:trPr>
        <w:tc>
          <w:tcPr>
            <w:tcW w:w="2571" w:type="dxa"/>
            <w:tcBorders>
              <w:right w:val="single" w:sz="4" w:space="0" w:color="auto"/>
            </w:tcBorders>
            <w:vAlign w:val="center"/>
          </w:tcPr>
          <w:p w:rsidR="00C677C6" w:rsidRPr="007701AB" w:rsidRDefault="00C677C6" w:rsidP="00C677C6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C6" w:rsidRPr="007701AB" w:rsidRDefault="00C677C6" w:rsidP="00C677C6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7C6" w:rsidRPr="007701AB" w:rsidRDefault="00C677C6" w:rsidP="00C677C6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Business phone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7C6" w:rsidRPr="009F66E7" w:rsidRDefault="00C677C6" w:rsidP="00C677C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1C1FB8" w:rsidRDefault="00805BAB" w:rsidP="001C1FB8">
      <w:pPr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/>
          <w:sz w:val="20"/>
          <w:szCs w:val="20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F55A1C" wp14:editId="198E9D7F">
                <wp:simplePos x="0" y="0"/>
                <wp:positionH relativeFrom="column">
                  <wp:posOffset>-57150</wp:posOffset>
                </wp:positionH>
                <wp:positionV relativeFrom="paragraph">
                  <wp:posOffset>97155</wp:posOffset>
                </wp:positionV>
                <wp:extent cx="219075" cy="209550"/>
                <wp:effectExtent l="0" t="0" r="28575" b="190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67FE" w:rsidRPr="00441A75" w:rsidRDefault="001A67FE" w:rsidP="0026070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55A1C" id="Text Box 22" o:spid="_x0000_s1033" type="#_x0000_t202" style="position:absolute;margin-left:-4.5pt;margin-top:7.65pt;width:17.25pt;height:16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" fillcolor="black [3213]" strokeweight=".5pt">
                <v:textbox>
                  <w:txbxContent>
                    <w:p w:rsidR="001A67FE" w:rsidRPr="00441A75" w:rsidRDefault="001A67FE" w:rsidP="00260703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7701AB" w:rsidRDefault="007701AB" w:rsidP="008112FB">
      <w:pPr>
        <w:spacing w:after="0" w:line="240" w:lineRule="auto"/>
        <w:ind w:left="567"/>
        <w:rPr>
          <w:rFonts w:ascii="Arial" w:hAnsi="Arial" w:cs="Arial"/>
          <w:b/>
          <w:bCs/>
          <w:i/>
          <w:color w:val="000000"/>
          <w:sz w:val="20"/>
          <w:szCs w:val="20"/>
        </w:rPr>
      </w:pPr>
      <w:r w:rsidRPr="007701AB">
        <w:rPr>
          <w:rFonts w:ascii="Arial" w:hAnsi="Arial" w:cs="Arial"/>
          <w:b/>
          <w:bCs/>
          <w:color w:val="000000"/>
          <w:sz w:val="20"/>
          <w:szCs w:val="20"/>
        </w:rPr>
        <w:t>AUTHORISED ACCESS</w:t>
      </w:r>
      <w:r w:rsidR="008112FB">
        <w:rPr>
          <w:rFonts w:ascii="Arial" w:hAnsi="Arial" w:cs="Arial"/>
          <w:b/>
          <w:bCs/>
          <w:color w:val="000000"/>
          <w:sz w:val="20"/>
          <w:szCs w:val="20"/>
        </w:rPr>
        <w:t xml:space="preserve"> -</w:t>
      </w:r>
      <w:r w:rsidRPr="007701A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7701AB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Any changes to this section must be notified in writing to </w:t>
      </w:r>
      <w:proofErr w:type="spellStart"/>
      <w:r w:rsidRPr="007701AB">
        <w:rPr>
          <w:rFonts w:ascii="Arial" w:hAnsi="Arial" w:cs="Arial"/>
          <w:b/>
          <w:bCs/>
          <w:i/>
          <w:color w:val="000000"/>
          <w:sz w:val="20"/>
          <w:szCs w:val="20"/>
        </w:rPr>
        <w:t>Warkworth</w:t>
      </w:r>
      <w:proofErr w:type="spellEnd"/>
      <w:r w:rsidRPr="007701AB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 School</w:t>
      </w:r>
      <w:r>
        <w:rPr>
          <w:rFonts w:ascii="Arial" w:hAnsi="Arial" w:cs="Arial"/>
          <w:b/>
          <w:bCs/>
          <w:i/>
          <w:color w:val="000000"/>
          <w:sz w:val="20"/>
          <w:szCs w:val="20"/>
        </w:rPr>
        <w:t>.</w:t>
      </w:r>
    </w:p>
    <w:p w:rsidR="008112FB" w:rsidRDefault="00E742AC" w:rsidP="008112FB">
      <w:pPr>
        <w:tabs>
          <w:tab w:val="left" w:pos="8789"/>
          <w:tab w:val="left" w:pos="9639"/>
        </w:tabs>
        <w:spacing w:after="0" w:line="240" w:lineRule="auto"/>
        <w:ind w:left="567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noProof/>
          <w:color w:val="0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5857875</wp:posOffset>
                </wp:positionH>
                <wp:positionV relativeFrom="paragraph">
                  <wp:posOffset>135255</wp:posOffset>
                </wp:positionV>
                <wp:extent cx="209550" cy="18097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30EE7077" id="Rectangle 12" o:spid="_x0000_s1026" style="position:absolute;margin-left:461.25pt;margin-top:10.65pt;width:16.5pt;height:14.2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" fillcolor="white [3212]" strokecolor="black [3213]" strokeweight=".25pt"/>
            </w:pict>
          </mc:Fallback>
        </mc:AlternateContent>
      </w:r>
      <w:r>
        <w:rPr>
          <w:rFonts w:ascii="Arial" w:hAnsi="Arial" w:cs="Arial"/>
          <w:bCs/>
          <w:noProof/>
          <w:color w:val="0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135255</wp:posOffset>
                </wp:positionV>
                <wp:extent cx="208280" cy="179705"/>
                <wp:effectExtent l="0" t="0" r="20320" b="107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" cy="179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00FC5BA0" id="Rectangle 13" o:spid="_x0000_s1026" style="position:absolute;margin-left:414.75pt;margin-top:10.65pt;width:16.4pt;height:14.1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" fillcolor="white [3212]" strokecolor="black [3213]" strokeweight=".25pt"/>
            </w:pict>
          </mc:Fallback>
        </mc:AlternateContent>
      </w:r>
    </w:p>
    <w:p w:rsidR="006F210E" w:rsidRDefault="007701AB" w:rsidP="001C1FB8">
      <w:pPr>
        <w:tabs>
          <w:tab w:val="left" w:pos="8789"/>
          <w:tab w:val="left" w:pos="9639"/>
        </w:tabs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Is anyone forbidden by law to have access to the child who is enrolled on this contract?</w:t>
      </w:r>
      <w:r w:rsidR="006F210E">
        <w:rPr>
          <w:rFonts w:ascii="Arial" w:hAnsi="Arial" w:cs="Arial"/>
          <w:bCs/>
          <w:color w:val="000000"/>
          <w:sz w:val="20"/>
          <w:szCs w:val="20"/>
        </w:rPr>
        <w:tab/>
        <w:t>NO</w:t>
      </w:r>
      <w:r w:rsidR="006F210E">
        <w:rPr>
          <w:rFonts w:ascii="Arial" w:hAnsi="Arial" w:cs="Arial"/>
          <w:bCs/>
          <w:color w:val="000000"/>
          <w:sz w:val="20"/>
          <w:szCs w:val="20"/>
        </w:rPr>
        <w:tab/>
        <w:t>YES</w:t>
      </w:r>
      <w:r w:rsidR="006F210E">
        <w:rPr>
          <w:rFonts w:ascii="Arial" w:hAnsi="Arial" w:cs="Arial"/>
          <w:bCs/>
          <w:color w:val="000000"/>
          <w:sz w:val="20"/>
          <w:szCs w:val="20"/>
        </w:rPr>
        <w:tab/>
      </w:r>
    </w:p>
    <w:p w:rsidR="001C1FB8" w:rsidRPr="00780689" w:rsidRDefault="001C1FB8" w:rsidP="001C1FB8">
      <w:pPr>
        <w:tabs>
          <w:tab w:val="left" w:pos="8789"/>
          <w:tab w:val="left" w:pos="9639"/>
        </w:tabs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6F210E" w:rsidRDefault="006F210E" w:rsidP="001C1FB8">
      <w:pPr>
        <w:tabs>
          <w:tab w:val="left" w:pos="8789"/>
          <w:tab w:val="left" w:pos="9639"/>
        </w:tabs>
        <w:spacing w:after="0" w:line="240" w:lineRule="auto"/>
        <w:rPr>
          <w:rFonts w:ascii="Arial" w:hAnsi="Arial" w:cs="Arial"/>
          <w:bCs/>
          <w:i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If YES, </w:t>
      </w:r>
      <w:r>
        <w:rPr>
          <w:rFonts w:ascii="Arial" w:hAnsi="Arial" w:cs="Arial"/>
          <w:bCs/>
          <w:color w:val="000000"/>
          <w:sz w:val="20"/>
          <w:szCs w:val="20"/>
        </w:rPr>
        <w:t>please provide a copy of the legal document that supports this claim</w:t>
      </w:r>
      <w:r w:rsidRPr="008112FB">
        <w:rPr>
          <w:rFonts w:ascii="Arial" w:hAnsi="Arial" w:cs="Arial"/>
          <w:bCs/>
          <w:i/>
          <w:color w:val="000000"/>
          <w:sz w:val="20"/>
          <w:szCs w:val="20"/>
        </w:rPr>
        <w:t xml:space="preserve">.   </w:t>
      </w:r>
      <w:r w:rsidR="008B3468" w:rsidRPr="008112FB">
        <w:rPr>
          <w:rFonts w:ascii="Arial" w:hAnsi="Arial" w:cs="Arial"/>
          <w:bCs/>
          <w:i/>
          <w:color w:val="000000"/>
          <w:sz w:val="20"/>
          <w:szCs w:val="20"/>
        </w:rPr>
        <w:t xml:space="preserve">   </w:t>
      </w:r>
      <w:r w:rsidRPr="008112FB">
        <w:rPr>
          <w:rFonts w:ascii="Arial" w:hAnsi="Arial" w:cs="Arial"/>
          <w:bCs/>
          <w:i/>
          <w:color w:val="000000"/>
          <w:sz w:val="20"/>
          <w:szCs w:val="20"/>
          <w:u w:val="single"/>
        </w:rPr>
        <w:t xml:space="preserve">Supplied on ………………….… </w:t>
      </w:r>
      <w:r w:rsidR="008112FB" w:rsidRPr="008112FB">
        <w:rPr>
          <w:rFonts w:ascii="Arial" w:hAnsi="Arial" w:cs="Arial"/>
          <w:bCs/>
          <w:color w:val="000000"/>
          <w:sz w:val="20"/>
          <w:szCs w:val="20"/>
          <w:u w:val="single"/>
        </w:rPr>
        <w:t>[</w:t>
      </w:r>
      <w:r w:rsidRPr="008112FB">
        <w:rPr>
          <w:rFonts w:ascii="Arial" w:hAnsi="Arial" w:cs="Arial"/>
          <w:bCs/>
          <w:color w:val="000000"/>
          <w:sz w:val="20"/>
          <w:szCs w:val="20"/>
          <w:u w:val="single"/>
        </w:rPr>
        <w:t>date</w:t>
      </w:r>
      <w:r w:rsidR="008112FB" w:rsidRPr="008112FB">
        <w:rPr>
          <w:rFonts w:ascii="Arial" w:hAnsi="Arial" w:cs="Arial"/>
          <w:bCs/>
          <w:color w:val="000000"/>
          <w:sz w:val="20"/>
          <w:szCs w:val="20"/>
          <w:u w:val="single"/>
        </w:rPr>
        <w:t>]</w:t>
      </w:r>
    </w:p>
    <w:p w:rsidR="001C1FB8" w:rsidRDefault="001C1FB8" w:rsidP="001C1FB8">
      <w:pPr>
        <w:tabs>
          <w:tab w:val="left" w:pos="8789"/>
          <w:tab w:val="left" w:pos="9639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C1FB8" w:rsidRDefault="00805BAB" w:rsidP="001C1FB8">
      <w:pPr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6F4C9F5" wp14:editId="77F4826F">
                <wp:simplePos x="0" y="0"/>
                <wp:positionH relativeFrom="column">
                  <wp:posOffset>-57150</wp:posOffset>
                </wp:positionH>
                <wp:positionV relativeFrom="paragraph">
                  <wp:posOffset>133985</wp:posOffset>
                </wp:positionV>
                <wp:extent cx="219075" cy="2095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67FE" w:rsidRPr="00441A75" w:rsidRDefault="001A67FE" w:rsidP="00805BA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4C9F5" id="Text Box 3" o:spid="_x0000_s1034" type="#_x0000_t202" style="position:absolute;margin-left:-4.5pt;margin-top:10.55pt;width:17.25pt;height:16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" fillcolor="black [3213]" strokeweight=".5pt">
                <v:textbox>
                  <w:txbxContent>
                    <w:p w:rsidR="001A67FE" w:rsidRPr="00441A75" w:rsidRDefault="001A67FE" w:rsidP="00805BAB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8112FB" w:rsidRDefault="008112FB" w:rsidP="006D36EE">
      <w:pPr>
        <w:spacing w:after="0" w:line="240" w:lineRule="auto"/>
        <w:ind w:left="56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WHO, OTHER THAN THE PERSON SIGNING THIS FORM, IS AUTHORISED TO PICK UP THIS CHILD FROM THIS PROGRAMME?</w:t>
      </w:r>
    </w:p>
    <w:tbl>
      <w:tblPr>
        <w:tblStyle w:val="TableGrid"/>
        <w:tblpPr w:leftFromText="180" w:rightFromText="180" w:vertAnchor="text" w:horzAnchor="margin" w:tblpY="139"/>
        <w:tblW w:w="108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3"/>
        <w:gridCol w:w="3163"/>
        <w:gridCol w:w="2012"/>
        <w:gridCol w:w="3163"/>
      </w:tblGrid>
      <w:tr w:rsidR="008112FB" w:rsidRPr="007701AB" w:rsidTr="00E742AC">
        <w:trPr>
          <w:trHeight w:val="458"/>
        </w:trPr>
        <w:tc>
          <w:tcPr>
            <w:tcW w:w="2553" w:type="dxa"/>
            <w:tcBorders>
              <w:right w:val="single" w:sz="4" w:space="0" w:color="auto"/>
            </w:tcBorders>
            <w:vAlign w:val="center"/>
          </w:tcPr>
          <w:p w:rsidR="008112FB" w:rsidRPr="007701AB" w:rsidRDefault="008112FB" w:rsidP="008112F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Name (1)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FB" w:rsidRPr="00BB227F" w:rsidRDefault="008112FB" w:rsidP="008112FB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12FB" w:rsidRPr="007701AB" w:rsidRDefault="008112FB" w:rsidP="008112F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Home phone</w:t>
            </w:r>
            <w:r w:rsidR="00644B2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(1)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FB" w:rsidRPr="007701AB" w:rsidRDefault="008112FB" w:rsidP="008112F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8112FB" w:rsidRPr="008E253F" w:rsidTr="00E742AC">
        <w:trPr>
          <w:trHeight w:val="67"/>
        </w:trPr>
        <w:tc>
          <w:tcPr>
            <w:tcW w:w="10891" w:type="dxa"/>
            <w:gridSpan w:val="4"/>
            <w:shd w:val="clear" w:color="auto" w:fill="auto"/>
            <w:vAlign w:val="center"/>
          </w:tcPr>
          <w:p w:rsidR="008112FB" w:rsidRPr="00BB227F" w:rsidRDefault="008112FB" w:rsidP="008112FB">
            <w:pPr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</w:tr>
      <w:tr w:rsidR="008112FB" w:rsidRPr="009F66E7" w:rsidTr="00E742AC">
        <w:trPr>
          <w:trHeight w:val="484"/>
        </w:trPr>
        <w:tc>
          <w:tcPr>
            <w:tcW w:w="2553" w:type="dxa"/>
            <w:tcBorders>
              <w:right w:val="single" w:sz="4" w:space="0" w:color="auto"/>
            </w:tcBorders>
            <w:vAlign w:val="center"/>
          </w:tcPr>
          <w:p w:rsidR="008112FB" w:rsidRPr="007701AB" w:rsidRDefault="008112FB" w:rsidP="008112F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Relationship to child</w:t>
            </w:r>
            <w:r w:rsidR="00644B2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(1)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FB" w:rsidRPr="00BB227F" w:rsidRDefault="008112FB" w:rsidP="008112F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2FB" w:rsidRPr="007701AB" w:rsidRDefault="00260703" w:rsidP="008112F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Mobile</w:t>
            </w:r>
            <w:r w:rsidR="00644B2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(1)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FB" w:rsidRPr="009F66E7" w:rsidRDefault="008112FB" w:rsidP="008112F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644B20" w:rsidRPr="007701AB" w:rsidTr="00E742AC">
        <w:trPr>
          <w:trHeight w:val="80"/>
        </w:trPr>
        <w:tc>
          <w:tcPr>
            <w:tcW w:w="10891" w:type="dxa"/>
            <w:gridSpan w:val="4"/>
            <w:shd w:val="clear" w:color="auto" w:fill="auto"/>
            <w:vAlign w:val="center"/>
          </w:tcPr>
          <w:p w:rsidR="00644B20" w:rsidRPr="00BB227F" w:rsidRDefault="00644B20" w:rsidP="00260703">
            <w:pPr>
              <w:jc w:val="right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</w:tr>
      <w:tr w:rsidR="00644B20" w:rsidRPr="007701AB" w:rsidTr="00E742AC">
        <w:trPr>
          <w:trHeight w:val="458"/>
        </w:trPr>
        <w:tc>
          <w:tcPr>
            <w:tcW w:w="2553" w:type="dxa"/>
            <w:tcBorders>
              <w:right w:val="single" w:sz="4" w:space="0" w:color="auto"/>
            </w:tcBorders>
            <w:vAlign w:val="center"/>
          </w:tcPr>
          <w:p w:rsidR="00644B20" w:rsidRPr="007701AB" w:rsidRDefault="00902332" w:rsidP="0026070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Name (2</w:t>
            </w:r>
            <w:r w:rsidR="00644B2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20" w:rsidRPr="00BB227F" w:rsidRDefault="00644B20" w:rsidP="0026070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4B20" w:rsidRPr="007701AB" w:rsidRDefault="00644B20" w:rsidP="00902332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Home phone (</w:t>
            </w:r>
            <w:r w:rsidR="0090233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20" w:rsidRPr="007701AB" w:rsidRDefault="00644B20" w:rsidP="00260703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644B20" w:rsidRPr="008E253F" w:rsidTr="00E742AC">
        <w:trPr>
          <w:trHeight w:val="67"/>
        </w:trPr>
        <w:tc>
          <w:tcPr>
            <w:tcW w:w="10891" w:type="dxa"/>
            <w:gridSpan w:val="4"/>
            <w:shd w:val="clear" w:color="auto" w:fill="auto"/>
            <w:vAlign w:val="center"/>
          </w:tcPr>
          <w:p w:rsidR="00644B20" w:rsidRPr="00BB227F" w:rsidRDefault="00644B20" w:rsidP="00260703">
            <w:pPr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</w:tr>
      <w:tr w:rsidR="00644B20" w:rsidRPr="009F66E7" w:rsidTr="00E742AC">
        <w:trPr>
          <w:trHeight w:val="484"/>
        </w:trPr>
        <w:tc>
          <w:tcPr>
            <w:tcW w:w="2553" w:type="dxa"/>
            <w:tcBorders>
              <w:right w:val="single" w:sz="4" w:space="0" w:color="auto"/>
            </w:tcBorders>
            <w:vAlign w:val="center"/>
          </w:tcPr>
          <w:p w:rsidR="00644B20" w:rsidRPr="007701AB" w:rsidRDefault="00644B20" w:rsidP="0026070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Relationship to child</w:t>
            </w:r>
            <w:r w:rsidR="0090233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(2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20" w:rsidRPr="00BB227F" w:rsidRDefault="00644B20" w:rsidP="0026070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B20" w:rsidRPr="007701AB" w:rsidRDefault="00260703" w:rsidP="00902332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Mobile</w:t>
            </w:r>
            <w:r w:rsidR="00644B2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(</w:t>
            </w:r>
            <w:r w:rsidR="0090233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  <w:r w:rsidR="00644B2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B20" w:rsidRPr="009F66E7" w:rsidRDefault="00644B20" w:rsidP="0026070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8112FB" w:rsidRDefault="00C677C6" w:rsidP="008112FB">
      <w:pPr>
        <w:spacing w:after="0" w:line="240" w:lineRule="auto"/>
        <w:ind w:left="567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263192" wp14:editId="544866FC">
                <wp:simplePos x="0" y="0"/>
                <wp:positionH relativeFrom="column">
                  <wp:posOffset>-57150</wp:posOffset>
                </wp:positionH>
                <wp:positionV relativeFrom="paragraph">
                  <wp:posOffset>1596390</wp:posOffset>
                </wp:positionV>
                <wp:extent cx="219075" cy="21907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67FE" w:rsidRPr="00441A75" w:rsidRDefault="001A67FE" w:rsidP="00FD020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63192" id="Text Box 6" o:spid="_x0000_s1035" type="#_x0000_t202" style="position:absolute;left:0;text-align:left;margin-left:-4.5pt;margin-top:125.7pt;width:17.25pt;height:17.2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" fillcolor="black [3213]" strokeweight=".5pt">
                <v:textbox>
                  <w:txbxContent>
                    <w:p w:rsidR="001A67FE" w:rsidRPr="00441A75" w:rsidRDefault="001A67FE" w:rsidP="00FD020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260703" w:rsidRDefault="001C1FB8" w:rsidP="00260703">
      <w:pPr>
        <w:spacing w:after="0" w:line="240" w:lineRule="auto"/>
        <w:ind w:firstLine="567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ATTENDANCE</w:t>
      </w:r>
      <w:r w:rsidR="00260703">
        <w:rPr>
          <w:rFonts w:ascii="Arial" w:hAnsi="Arial" w:cs="Arial"/>
          <w:b/>
          <w:bCs/>
          <w:color w:val="000000"/>
          <w:sz w:val="20"/>
          <w:szCs w:val="20"/>
        </w:rPr>
        <w:t xml:space="preserve"> - </w:t>
      </w:r>
      <w:r>
        <w:rPr>
          <w:rFonts w:ascii="Arial" w:hAnsi="Arial" w:cs="Arial"/>
          <w:bCs/>
          <w:color w:val="000000"/>
          <w:sz w:val="20"/>
          <w:szCs w:val="20"/>
        </w:rPr>
        <w:t>Please indicate the days and hou</w:t>
      </w:r>
      <w:r w:rsidR="008B3468">
        <w:rPr>
          <w:rFonts w:ascii="Arial" w:hAnsi="Arial" w:cs="Arial"/>
          <w:bCs/>
          <w:color w:val="000000"/>
          <w:sz w:val="20"/>
          <w:szCs w:val="20"/>
        </w:rPr>
        <w:t xml:space="preserve">rs your child will be attending.     </w:t>
      </w:r>
    </w:p>
    <w:p w:rsidR="00C677C6" w:rsidRDefault="00C677C6" w:rsidP="00260703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B3468" w:rsidRDefault="001C1FB8" w:rsidP="00260703">
      <w:pPr>
        <w:spacing w:after="0" w:line="240" w:lineRule="auto"/>
        <w:ind w:firstLine="567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Expected Start Date: </w:t>
      </w:r>
      <w:r w:rsidRPr="001C1FB8">
        <w:rPr>
          <w:rFonts w:ascii="Arial" w:hAnsi="Arial" w:cs="Arial"/>
          <w:bCs/>
          <w:color w:val="000000"/>
          <w:sz w:val="20"/>
          <w:szCs w:val="20"/>
        </w:rPr>
        <w:t>…………………………………</w:t>
      </w:r>
    </w:p>
    <w:p w:rsidR="00260703" w:rsidRPr="008B3468" w:rsidRDefault="00260703" w:rsidP="00260703">
      <w:pPr>
        <w:spacing w:after="0" w:line="240" w:lineRule="auto"/>
        <w:ind w:firstLine="567"/>
        <w:rPr>
          <w:rFonts w:ascii="Arial" w:hAnsi="Arial" w:cs="Arial"/>
          <w:bCs/>
          <w:color w:val="000000"/>
          <w:sz w:val="12"/>
          <w:szCs w:val="12"/>
        </w:rPr>
      </w:pPr>
    </w:p>
    <w:tbl>
      <w:tblPr>
        <w:tblStyle w:val="TableGrid"/>
        <w:tblW w:w="10701" w:type="dxa"/>
        <w:tblCellMar>
          <w:top w:w="28" w:type="dxa"/>
        </w:tblCellMar>
        <w:tblLook w:val="04A0" w:firstRow="1" w:lastRow="0" w:firstColumn="1" w:lastColumn="0" w:noHBand="0" w:noVBand="1"/>
      </w:tblPr>
      <w:tblGrid>
        <w:gridCol w:w="879"/>
        <w:gridCol w:w="1141"/>
        <w:gridCol w:w="869"/>
        <w:gridCol w:w="863"/>
        <w:gridCol w:w="870"/>
        <w:gridCol w:w="864"/>
        <w:gridCol w:w="881"/>
        <w:gridCol w:w="870"/>
        <w:gridCol w:w="874"/>
        <w:gridCol w:w="866"/>
        <w:gridCol w:w="864"/>
        <w:gridCol w:w="860"/>
      </w:tblGrid>
      <w:tr w:rsidR="001C1FB8" w:rsidTr="00894962">
        <w:trPr>
          <w:trHeight w:val="307"/>
        </w:trPr>
        <w:tc>
          <w:tcPr>
            <w:tcW w:w="2020" w:type="dxa"/>
            <w:gridSpan w:val="2"/>
          </w:tcPr>
          <w:p w:rsidR="001C1FB8" w:rsidRPr="008B3468" w:rsidRDefault="001C1FB8" w:rsidP="001C1FB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2" w:type="dxa"/>
            <w:gridSpan w:val="2"/>
          </w:tcPr>
          <w:p w:rsidR="001C1FB8" w:rsidRPr="008B3468" w:rsidRDefault="001C1FB8" w:rsidP="0078068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B34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734" w:type="dxa"/>
            <w:gridSpan w:val="2"/>
          </w:tcPr>
          <w:p w:rsidR="001C1FB8" w:rsidRPr="008B3468" w:rsidRDefault="001C1FB8" w:rsidP="0078068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B34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Tuesday</w:t>
            </w:r>
          </w:p>
        </w:tc>
        <w:tc>
          <w:tcPr>
            <w:tcW w:w="1751" w:type="dxa"/>
            <w:gridSpan w:val="2"/>
          </w:tcPr>
          <w:p w:rsidR="001C1FB8" w:rsidRPr="008B3468" w:rsidRDefault="001C1FB8" w:rsidP="0078068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B34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Wednesday</w:t>
            </w:r>
          </w:p>
        </w:tc>
        <w:tc>
          <w:tcPr>
            <w:tcW w:w="1740" w:type="dxa"/>
            <w:gridSpan w:val="2"/>
          </w:tcPr>
          <w:p w:rsidR="001C1FB8" w:rsidRPr="008B3468" w:rsidRDefault="001C1FB8" w:rsidP="0078068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B34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Thursday</w:t>
            </w:r>
          </w:p>
        </w:tc>
        <w:tc>
          <w:tcPr>
            <w:tcW w:w="1724" w:type="dxa"/>
            <w:gridSpan w:val="2"/>
          </w:tcPr>
          <w:p w:rsidR="001C1FB8" w:rsidRPr="008B3468" w:rsidRDefault="001C1FB8" w:rsidP="0078068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B34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Friday</w:t>
            </w:r>
          </w:p>
        </w:tc>
      </w:tr>
      <w:tr w:rsidR="00894962" w:rsidTr="00894962">
        <w:trPr>
          <w:trHeight w:val="456"/>
        </w:trPr>
        <w:tc>
          <w:tcPr>
            <w:tcW w:w="879" w:type="dxa"/>
            <w:vMerge w:val="restart"/>
            <w:vAlign w:val="center"/>
          </w:tcPr>
          <w:p w:rsidR="00894962" w:rsidRPr="008B3468" w:rsidRDefault="00894962" w:rsidP="0089496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Week 1</w:t>
            </w:r>
          </w:p>
        </w:tc>
        <w:tc>
          <w:tcPr>
            <w:tcW w:w="1141" w:type="dxa"/>
            <w:vAlign w:val="center"/>
          </w:tcPr>
          <w:p w:rsidR="00894962" w:rsidRPr="008B3468" w:rsidRDefault="00894962" w:rsidP="0089496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Holiday Programme</w:t>
            </w:r>
          </w:p>
        </w:tc>
        <w:tc>
          <w:tcPr>
            <w:tcW w:w="1732" w:type="dxa"/>
            <w:gridSpan w:val="2"/>
          </w:tcPr>
          <w:p w:rsidR="00894962" w:rsidRPr="008B3468" w:rsidRDefault="00894962" w:rsidP="001C1FB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4" w:type="dxa"/>
            <w:gridSpan w:val="2"/>
          </w:tcPr>
          <w:p w:rsidR="00894962" w:rsidRPr="008B3468" w:rsidRDefault="00894962" w:rsidP="001C1FB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1" w:type="dxa"/>
            <w:gridSpan w:val="2"/>
          </w:tcPr>
          <w:p w:rsidR="00894962" w:rsidRPr="008B3468" w:rsidRDefault="00894962" w:rsidP="001C1FB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gridSpan w:val="2"/>
          </w:tcPr>
          <w:p w:rsidR="00894962" w:rsidRPr="008B3468" w:rsidRDefault="00894962" w:rsidP="001C1FB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  <w:gridSpan w:val="2"/>
          </w:tcPr>
          <w:p w:rsidR="00894962" w:rsidRPr="008B3468" w:rsidRDefault="00894962" w:rsidP="001C1FB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94962" w:rsidTr="00894962">
        <w:trPr>
          <w:trHeight w:val="456"/>
        </w:trPr>
        <w:tc>
          <w:tcPr>
            <w:tcW w:w="879" w:type="dxa"/>
            <w:vMerge/>
            <w:vAlign w:val="center"/>
          </w:tcPr>
          <w:p w:rsidR="00894962" w:rsidRDefault="00894962" w:rsidP="0089496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41" w:type="dxa"/>
            <w:vAlign w:val="center"/>
          </w:tcPr>
          <w:p w:rsidR="00894962" w:rsidRDefault="00894962" w:rsidP="0089496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Before/After Care</w:t>
            </w:r>
          </w:p>
        </w:tc>
        <w:tc>
          <w:tcPr>
            <w:tcW w:w="869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Before</w:t>
            </w:r>
          </w:p>
        </w:tc>
        <w:tc>
          <w:tcPr>
            <w:tcW w:w="863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After</w:t>
            </w:r>
          </w:p>
        </w:tc>
        <w:tc>
          <w:tcPr>
            <w:tcW w:w="870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Before</w:t>
            </w:r>
          </w:p>
        </w:tc>
        <w:tc>
          <w:tcPr>
            <w:tcW w:w="864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After</w:t>
            </w:r>
          </w:p>
        </w:tc>
        <w:tc>
          <w:tcPr>
            <w:tcW w:w="881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Before</w:t>
            </w:r>
          </w:p>
        </w:tc>
        <w:tc>
          <w:tcPr>
            <w:tcW w:w="870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After</w:t>
            </w:r>
          </w:p>
        </w:tc>
        <w:tc>
          <w:tcPr>
            <w:tcW w:w="874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Before</w:t>
            </w:r>
          </w:p>
        </w:tc>
        <w:tc>
          <w:tcPr>
            <w:tcW w:w="866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After</w:t>
            </w:r>
          </w:p>
        </w:tc>
        <w:tc>
          <w:tcPr>
            <w:tcW w:w="864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Before</w:t>
            </w:r>
          </w:p>
        </w:tc>
        <w:tc>
          <w:tcPr>
            <w:tcW w:w="860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After</w:t>
            </w:r>
          </w:p>
        </w:tc>
      </w:tr>
      <w:tr w:rsidR="00894962" w:rsidTr="00894962">
        <w:trPr>
          <w:trHeight w:val="492"/>
        </w:trPr>
        <w:tc>
          <w:tcPr>
            <w:tcW w:w="879" w:type="dxa"/>
            <w:vMerge w:val="restart"/>
            <w:vAlign w:val="center"/>
          </w:tcPr>
          <w:p w:rsidR="00894962" w:rsidRPr="008B3468" w:rsidRDefault="00894962" w:rsidP="0089496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Week 2</w:t>
            </w:r>
          </w:p>
        </w:tc>
        <w:tc>
          <w:tcPr>
            <w:tcW w:w="1141" w:type="dxa"/>
            <w:vAlign w:val="center"/>
          </w:tcPr>
          <w:p w:rsidR="00894962" w:rsidRPr="008B3468" w:rsidRDefault="00894962" w:rsidP="0089496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Holiday Programme</w:t>
            </w:r>
          </w:p>
        </w:tc>
        <w:tc>
          <w:tcPr>
            <w:tcW w:w="1732" w:type="dxa"/>
            <w:gridSpan w:val="2"/>
          </w:tcPr>
          <w:p w:rsidR="00894962" w:rsidRPr="008B3468" w:rsidRDefault="00894962" w:rsidP="001C1FB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4" w:type="dxa"/>
            <w:gridSpan w:val="2"/>
          </w:tcPr>
          <w:p w:rsidR="00894962" w:rsidRPr="008B3468" w:rsidRDefault="00894962" w:rsidP="001C1FB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1" w:type="dxa"/>
            <w:gridSpan w:val="2"/>
          </w:tcPr>
          <w:p w:rsidR="00894962" w:rsidRPr="008B3468" w:rsidRDefault="00894962" w:rsidP="001C1FB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gridSpan w:val="2"/>
          </w:tcPr>
          <w:p w:rsidR="00894962" w:rsidRPr="008B3468" w:rsidRDefault="00894962" w:rsidP="001C1FB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4" w:type="dxa"/>
            <w:gridSpan w:val="2"/>
          </w:tcPr>
          <w:p w:rsidR="00894962" w:rsidRPr="008B3468" w:rsidRDefault="00894962" w:rsidP="001C1FB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94962" w:rsidTr="00894962">
        <w:trPr>
          <w:trHeight w:val="492"/>
        </w:trPr>
        <w:tc>
          <w:tcPr>
            <w:tcW w:w="879" w:type="dxa"/>
            <w:vMerge/>
          </w:tcPr>
          <w:p w:rsidR="00894962" w:rsidRDefault="00894962" w:rsidP="001C1FB8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41" w:type="dxa"/>
            <w:vAlign w:val="center"/>
          </w:tcPr>
          <w:p w:rsidR="00894962" w:rsidRDefault="00894962" w:rsidP="0089496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Before/After Care</w:t>
            </w:r>
          </w:p>
        </w:tc>
        <w:tc>
          <w:tcPr>
            <w:tcW w:w="869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Before</w:t>
            </w:r>
          </w:p>
        </w:tc>
        <w:tc>
          <w:tcPr>
            <w:tcW w:w="863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After</w:t>
            </w:r>
          </w:p>
        </w:tc>
        <w:tc>
          <w:tcPr>
            <w:tcW w:w="870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Before</w:t>
            </w:r>
          </w:p>
        </w:tc>
        <w:tc>
          <w:tcPr>
            <w:tcW w:w="864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After</w:t>
            </w:r>
          </w:p>
        </w:tc>
        <w:tc>
          <w:tcPr>
            <w:tcW w:w="881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Before</w:t>
            </w:r>
          </w:p>
        </w:tc>
        <w:tc>
          <w:tcPr>
            <w:tcW w:w="870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After</w:t>
            </w:r>
          </w:p>
        </w:tc>
        <w:tc>
          <w:tcPr>
            <w:tcW w:w="874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Before</w:t>
            </w:r>
          </w:p>
        </w:tc>
        <w:tc>
          <w:tcPr>
            <w:tcW w:w="866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After</w:t>
            </w:r>
          </w:p>
        </w:tc>
        <w:tc>
          <w:tcPr>
            <w:tcW w:w="864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Before</w:t>
            </w:r>
          </w:p>
        </w:tc>
        <w:tc>
          <w:tcPr>
            <w:tcW w:w="860" w:type="dxa"/>
          </w:tcPr>
          <w:p w:rsidR="00894962" w:rsidRPr="00894962" w:rsidRDefault="00894962" w:rsidP="0076435C">
            <w:pPr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496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After</w:t>
            </w:r>
          </w:p>
        </w:tc>
      </w:tr>
    </w:tbl>
    <w:p w:rsidR="00A0530B" w:rsidRDefault="00A0530B" w:rsidP="00C71718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6"/>
        </w:rPr>
      </w:pPr>
    </w:p>
    <w:p w:rsidR="00A0530B" w:rsidRDefault="00A0530B" w:rsidP="00C71718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6"/>
        </w:rPr>
      </w:pPr>
    </w:p>
    <w:p w:rsidR="00C71718" w:rsidRPr="00C71718" w:rsidRDefault="00C71718" w:rsidP="00C71718">
      <w:pPr>
        <w:spacing w:after="0" w:line="240" w:lineRule="auto"/>
        <w:jc w:val="both"/>
        <w:rPr>
          <w:rFonts w:ascii="Arial" w:hAnsi="Arial" w:cs="Arial"/>
          <w:bCs/>
          <w:color w:val="000000"/>
          <w:sz w:val="18"/>
          <w:szCs w:val="16"/>
        </w:rPr>
      </w:pPr>
      <w:r w:rsidRPr="00C71718">
        <w:rPr>
          <w:rFonts w:ascii="Arial" w:hAnsi="Arial" w:cs="Arial"/>
          <w:b/>
          <w:bCs/>
          <w:color w:val="000000"/>
          <w:sz w:val="18"/>
          <w:szCs w:val="16"/>
        </w:rPr>
        <w:t>Please Note</w:t>
      </w:r>
      <w:r w:rsidRPr="00C71718">
        <w:rPr>
          <w:rFonts w:ascii="Arial" w:hAnsi="Arial" w:cs="Arial"/>
          <w:bCs/>
          <w:color w:val="000000"/>
          <w:sz w:val="18"/>
          <w:szCs w:val="16"/>
        </w:rPr>
        <w:t xml:space="preserve">:  If you have care requirements for times other than the above, please contact the Supervisor directly (027 931 1311) to discuss </w:t>
      </w:r>
      <w:r>
        <w:rPr>
          <w:rFonts w:ascii="Arial" w:hAnsi="Arial" w:cs="Arial"/>
          <w:bCs/>
          <w:color w:val="000000"/>
          <w:sz w:val="18"/>
          <w:szCs w:val="16"/>
        </w:rPr>
        <w:t>as flexibility of hours is possible on non-trip days.</w:t>
      </w:r>
    </w:p>
    <w:p w:rsidR="00C71718" w:rsidRPr="00C71718" w:rsidRDefault="00C71718" w:rsidP="00C71718">
      <w:pPr>
        <w:spacing w:after="0" w:line="240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1C1FB8" w:rsidRPr="008B3468" w:rsidRDefault="001C1FB8" w:rsidP="001C50E1">
      <w:pPr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8B3468">
        <w:rPr>
          <w:rFonts w:ascii="Arial" w:hAnsi="Arial" w:cs="Arial"/>
          <w:b/>
          <w:bCs/>
          <w:color w:val="000000"/>
          <w:sz w:val="16"/>
          <w:szCs w:val="16"/>
        </w:rPr>
        <w:t>DISCLAIMER</w:t>
      </w:r>
    </w:p>
    <w:p w:rsidR="001C50E1" w:rsidRPr="00C677C6" w:rsidRDefault="001C1FB8" w:rsidP="001C50E1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677C6">
        <w:rPr>
          <w:rFonts w:ascii="Arial" w:hAnsi="Arial" w:cs="Arial"/>
          <w:bCs/>
          <w:color w:val="000000"/>
          <w:sz w:val="18"/>
          <w:szCs w:val="18"/>
        </w:rPr>
        <w:t xml:space="preserve">I have read the parent information and agree to abide by the Terms and Conditions of ‘Cool Kids’ </w:t>
      </w:r>
      <w:proofErr w:type="spellStart"/>
      <w:r w:rsidRPr="00C677C6">
        <w:rPr>
          <w:rFonts w:ascii="Arial" w:hAnsi="Arial" w:cs="Arial"/>
          <w:bCs/>
          <w:color w:val="000000"/>
          <w:sz w:val="18"/>
          <w:szCs w:val="18"/>
        </w:rPr>
        <w:t>Warkworth</w:t>
      </w:r>
      <w:proofErr w:type="spellEnd"/>
      <w:r w:rsidRPr="00C677C6">
        <w:rPr>
          <w:rFonts w:ascii="Arial" w:hAnsi="Arial" w:cs="Arial"/>
          <w:bCs/>
          <w:color w:val="000000"/>
          <w:sz w:val="18"/>
          <w:szCs w:val="18"/>
        </w:rPr>
        <w:t xml:space="preserve"> OSCAR programme.  Any changes to the Terms and Conditions will be notified to </w:t>
      </w:r>
      <w:r w:rsidR="001C50E1" w:rsidRPr="00C677C6">
        <w:rPr>
          <w:rFonts w:ascii="Arial" w:hAnsi="Arial" w:cs="Arial"/>
          <w:bCs/>
          <w:color w:val="000000"/>
          <w:sz w:val="18"/>
          <w:szCs w:val="18"/>
        </w:rPr>
        <w:t xml:space="preserve">me. </w:t>
      </w:r>
    </w:p>
    <w:p w:rsidR="001C50E1" w:rsidRPr="00C677C6" w:rsidRDefault="001C50E1" w:rsidP="001C50E1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677C6">
        <w:rPr>
          <w:rFonts w:ascii="Arial" w:hAnsi="Arial" w:cs="Arial"/>
          <w:bCs/>
          <w:color w:val="000000"/>
          <w:sz w:val="18"/>
          <w:szCs w:val="18"/>
        </w:rPr>
        <w:t>I acknowledge that Cool Ki</w:t>
      </w:r>
      <w:r w:rsidR="001C1FB8" w:rsidRPr="00C677C6">
        <w:rPr>
          <w:rFonts w:ascii="Arial" w:hAnsi="Arial" w:cs="Arial"/>
          <w:bCs/>
          <w:color w:val="000000"/>
          <w:sz w:val="18"/>
          <w:szCs w:val="18"/>
        </w:rPr>
        <w:t xml:space="preserve">ds </w:t>
      </w:r>
      <w:proofErr w:type="spellStart"/>
      <w:r w:rsidR="001C1FB8" w:rsidRPr="00C677C6">
        <w:rPr>
          <w:rFonts w:ascii="Arial" w:hAnsi="Arial" w:cs="Arial"/>
          <w:bCs/>
          <w:color w:val="000000"/>
          <w:sz w:val="18"/>
          <w:szCs w:val="18"/>
        </w:rPr>
        <w:t>Warkworth</w:t>
      </w:r>
      <w:proofErr w:type="spellEnd"/>
      <w:r w:rsidR="001C1FB8" w:rsidRPr="00C677C6">
        <w:rPr>
          <w:rFonts w:ascii="Arial" w:hAnsi="Arial" w:cs="Arial"/>
          <w:bCs/>
          <w:color w:val="000000"/>
          <w:sz w:val="18"/>
          <w:szCs w:val="18"/>
        </w:rPr>
        <w:t xml:space="preserve"> management or staff</w:t>
      </w:r>
      <w:r w:rsidRPr="00C677C6">
        <w:rPr>
          <w:rFonts w:ascii="Arial" w:hAnsi="Arial" w:cs="Arial"/>
          <w:bCs/>
          <w:color w:val="000000"/>
          <w:sz w:val="18"/>
          <w:szCs w:val="18"/>
        </w:rPr>
        <w:t xml:space="preserve"> will not be liable for any loss or damage arising (by way of accident, injury, theft or otherwise) out of attendance at the Cool Kids.  </w:t>
      </w:r>
    </w:p>
    <w:p w:rsidR="001C50E1" w:rsidRPr="00C677C6" w:rsidRDefault="001C50E1" w:rsidP="001C50E1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677C6">
        <w:rPr>
          <w:rFonts w:ascii="Arial" w:hAnsi="Arial" w:cs="Arial"/>
          <w:bCs/>
          <w:color w:val="000000"/>
          <w:sz w:val="18"/>
          <w:szCs w:val="18"/>
        </w:rPr>
        <w:t>I accept responsibility for any expenses incurred in obtaining treatment for my child in an emergency situation.</w:t>
      </w:r>
    </w:p>
    <w:p w:rsidR="001C50E1" w:rsidRPr="00C677C6" w:rsidRDefault="001C50E1" w:rsidP="001C50E1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677C6">
        <w:rPr>
          <w:rFonts w:ascii="Arial" w:hAnsi="Arial" w:cs="Arial"/>
          <w:bCs/>
          <w:color w:val="000000"/>
          <w:sz w:val="18"/>
          <w:szCs w:val="18"/>
        </w:rPr>
        <w:t>I give permission for my child to be taken to an alternative location (</w:t>
      </w:r>
      <w:proofErr w:type="spellStart"/>
      <w:r w:rsidRPr="00C677C6">
        <w:rPr>
          <w:rFonts w:ascii="Arial" w:hAnsi="Arial" w:cs="Arial"/>
          <w:bCs/>
          <w:color w:val="000000"/>
          <w:sz w:val="18"/>
          <w:szCs w:val="18"/>
        </w:rPr>
        <w:t>eg</w:t>
      </w:r>
      <w:proofErr w:type="spellEnd"/>
      <w:r w:rsidRPr="00C677C6">
        <w:rPr>
          <w:rFonts w:ascii="Arial" w:hAnsi="Arial" w:cs="Arial"/>
          <w:bCs/>
          <w:color w:val="000000"/>
          <w:sz w:val="18"/>
          <w:szCs w:val="18"/>
        </w:rPr>
        <w:t xml:space="preserve"> civil defence centre) in the event of an emergency situation and for my child to be transported in accordance with the Transport Policy.</w:t>
      </w:r>
    </w:p>
    <w:p w:rsidR="001C50E1" w:rsidRPr="00C677C6" w:rsidRDefault="001C50E1" w:rsidP="001C50E1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bCs/>
          <w:color w:val="000000"/>
          <w:sz w:val="18"/>
          <w:szCs w:val="18"/>
        </w:rPr>
      </w:pPr>
      <w:r w:rsidRPr="00C677C6">
        <w:rPr>
          <w:rFonts w:ascii="Arial" w:hAnsi="Arial" w:cs="Arial"/>
          <w:bCs/>
          <w:color w:val="000000"/>
          <w:sz w:val="18"/>
          <w:szCs w:val="18"/>
        </w:rPr>
        <w:t>I agree to pay fees as stipulated in the Fees Policy.</w:t>
      </w:r>
    </w:p>
    <w:p w:rsidR="001C50E1" w:rsidRPr="008B3468" w:rsidRDefault="001C50E1" w:rsidP="001C50E1">
      <w:pPr>
        <w:spacing w:after="0" w:line="240" w:lineRule="auto"/>
        <w:rPr>
          <w:rFonts w:ascii="Arial" w:hAnsi="Arial" w:cs="Arial"/>
          <w:bCs/>
          <w:color w:val="000000"/>
          <w:sz w:val="16"/>
          <w:szCs w:val="16"/>
        </w:rPr>
      </w:pPr>
    </w:p>
    <w:p w:rsidR="001C50E1" w:rsidRPr="008B3468" w:rsidRDefault="001C50E1" w:rsidP="001C50E1">
      <w:pPr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8B3468">
        <w:rPr>
          <w:rFonts w:ascii="Arial" w:hAnsi="Arial" w:cs="Arial"/>
          <w:b/>
          <w:bCs/>
          <w:color w:val="000000"/>
          <w:sz w:val="16"/>
          <w:szCs w:val="16"/>
        </w:rPr>
        <w:t>PRIVACY ACT</w:t>
      </w:r>
    </w:p>
    <w:p w:rsidR="001C50E1" w:rsidRPr="00C677C6" w:rsidRDefault="001C50E1" w:rsidP="00780689">
      <w:pPr>
        <w:spacing w:after="0"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677C6">
        <w:rPr>
          <w:rFonts w:ascii="Arial" w:hAnsi="Arial" w:cs="Arial"/>
          <w:bCs/>
          <w:color w:val="000000"/>
          <w:sz w:val="18"/>
          <w:szCs w:val="18"/>
        </w:rPr>
        <w:t xml:space="preserve">Information collected will be used for the purpose of establishing and maintaining accurate records held by Cool Kids </w:t>
      </w:r>
      <w:proofErr w:type="spellStart"/>
      <w:r w:rsidRPr="00C677C6">
        <w:rPr>
          <w:rFonts w:ascii="Arial" w:hAnsi="Arial" w:cs="Arial"/>
          <w:bCs/>
          <w:color w:val="000000"/>
          <w:sz w:val="18"/>
          <w:szCs w:val="18"/>
        </w:rPr>
        <w:t>Warkworth</w:t>
      </w:r>
      <w:proofErr w:type="spellEnd"/>
      <w:r w:rsidRPr="00C677C6">
        <w:rPr>
          <w:rFonts w:ascii="Arial" w:hAnsi="Arial" w:cs="Arial"/>
          <w:bCs/>
          <w:color w:val="000000"/>
          <w:sz w:val="18"/>
          <w:szCs w:val="18"/>
        </w:rPr>
        <w:t>.  Children’s individual files will be available for perusal by parents / caregivers with authorised access. (All personal information will be destroyed at the completion of your child’s time in the programme.)</w:t>
      </w:r>
    </w:p>
    <w:p w:rsidR="008B3468" w:rsidRPr="008B3468" w:rsidRDefault="008B3468" w:rsidP="001C50E1">
      <w:pPr>
        <w:spacing w:after="0" w:line="240" w:lineRule="auto"/>
        <w:rPr>
          <w:rFonts w:ascii="Arial" w:hAnsi="Arial" w:cs="Arial"/>
          <w:bCs/>
          <w:color w:val="000000"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6"/>
        <w:gridCol w:w="6456"/>
      </w:tblGrid>
      <w:tr w:rsidR="008B3468" w:rsidTr="00E742AC">
        <w:trPr>
          <w:trHeight w:val="392"/>
        </w:trPr>
        <w:tc>
          <w:tcPr>
            <w:tcW w:w="4077" w:type="dxa"/>
            <w:tcBorders>
              <w:right w:val="single" w:sz="4" w:space="0" w:color="auto"/>
            </w:tcBorders>
          </w:tcPr>
          <w:p w:rsidR="008B3468" w:rsidRDefault="008B3468" w:rsidP="001C50E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468" w:rsidRDefault="008B3468" w:rsidP="001C50E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B3468" w:rsidTr="00E742AC">
        <w:tc>
          <w:tcPr>
            <w:tcW w:w="10683" w:type="dxa"/>
            <w:gridSpan w:val="2"/>
            <w:shd w:val="clear" w:color="auto" w:fill="auto"/>
          </w:tcPr>
          <w:p w:rsidR="008B3468" w:rsidRPr="008B3468" w:rsidRDefault="008B3468" w:rsidP="001C50E1">
            <w:pPr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8B3468" w:rsidTr="00E742AC">
        <w:trPr>
          <w:trHeight w:val="625"/>
        </w:trPr>
        <w:tc>
          <w:tcPr>
            <w:tcW w:w="4077" w:type="dxa"/>
            <w:tcBorders>
              <w:right w:val="single" w:sz="4" w:space="0" w:color="auto"/>
            </w:tcBorders>
          </w:tcPr>
          <w:p w:rsidR="008B3468" w:rsidRDefault="008B3468" w:rsidP="001C50E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468" w:rsidRDefault="008B3468" w:rsidP="001C50E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B3468" w:rsidTr="00E742AC">
        <w:tc>
          <w:tcPr>
            <w:tcW w:w="10683" w:type="dxa"/>
            <w:gridSpan w:val="2"/>
            <w:shd w:val="clear" w:color="auto" w:fill="auto"/>
          </w:tcPr>
          <w:p w:rsidR="008B3468" w:rsidRPr="008B3468" w:rsidRDefault="008B3468" w:rsidP="001C50E1">
            <w:pPr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8B3468" w:rsidTr="00E742AC">
        <w:trPr>
          <w:trHeight w:val="364"/>
        </w:trPr>
        <w:tc>
          <w:tcPr>
            <w:tcW w:w="4077" w:type="dxa"/>
            <w:tcBorders>
              <w:right w:val="single" w:sz="4" w:space="0" w:color="auto"/>
            </w:tcBorders>
          </w:tcPr>
          <w:p w:rsidR="008B3468" w:rsidRDefault="008B3468" w:rsidP="001C50E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468" w:rsidRDefault="008B3468" w:rsidP="001C50E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E8194D" w:rsidRDefault="00E8194D" w:rsidP="008B3468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8194D" w:rsidRDefault="00E8194D" w:rsidP="008B3468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8194D" w:rsidRDefault="00E8194D" w:rsidP="008B3468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B3468" w:rsidRDefault="008B3468" w:rsidP="008B3468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Please also complete the Payment section, and read and initial the Terms and Conditions and return with this Enrolment Contract.</w:t>
      </w:r>
    </w:p>
    <w:p w:rsidR="008B3468" w:rsidRDefault="008B3468" w:rsidP="008B3468">
      <w:pPr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Thank you for enrolling in Cool Kids </w:t>
      </w:r>
      <w:proofErr w:type="spellStart"/>
      <w:r>
        <w:rPr>
          <w:rFonts w:ascii="Arial" w:hAnsi="Arial" w:cs="Arial"/>
          <w:bCs/>
          <w:color w:val="000000"/>
          <w:sz w:val="20"/>
          <w:szCs w:val="20"/>
        </w:rPr>
        <w:t>Warkworth</w:t>
      </w:r>
      <w:proofErr w:type="spellEnd"/>
      <w:r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166210" w:rsidRPr="00DC3D8C" w:rsidRDefault="001C1FB8" w:rsidP="00260703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 w:rsidRPr="001C50E1">
        <w:rPr>
          <w:rFonts w:ascii="Arial" w:hAnsi="Arial" w:cs="Arial"/>
          <w:bCs/>
          <w:color w:val="000000"/>
          <w:sz w:val="20"/>
          <w:szCs w:val="20"/>
        </w:rPr>
        <w:br w:type="page"/>
      </w:r>
      <w:r w:rsidR="005142D1" w:rsidRPr="00DC3D8C"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t>Cool Kids</w:t>
      </w:r>
    </w:p>
    <w:p w:rsidR="005142D1" w:rsidRPr="00DC3D8C" w:rsidRDefault="005142D1" w:rsidP="009F66E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28"/>
          <w:szCs w:val="28"/>
        </w:rPr>
      </w:pPr>
      <w:r w:rsidRPr="00DC3D8C">
        <w:rPr>
          <w:rFonts w:ascii="Arial" w:hAnsi="Arial" w:cs="Arial"/>
          <w:b/>
          <w:bCs/>
          <w:color w:val="000000"/>
          <w:sz w:val="28"/>
          <w:szCs w:val="28"/>
        </w:rPr>
        <w:t>Parent Information</w:t>
      </w:r>
      <w:r w:rsidR="00880845">
        <w:rPr>
          <w:rFonts w:ascii="Arial" w:hAnsi="Arial" w:cs="Arial"/>
          <w:b/>
          <w:bCs/>
          <w:color w:val="000000"/>
          <w:sz w:val="28"/>
          <w:szCs w:val="28"/>
        </w:rPr>
        <w:t xml:space="preserve"> -  Holiday Programme</w:t>
      </w:r>
    </w:p>
    <w:p w:rsidR="005142D1" w:rsidRDefault="005142D1" w:rsidP="009F66E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95A0D" w:rsidRPr="00DC3D8C" w:rsidRDefault="00E95A0D" w:rsidP="009F66E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C3D8C" w:rsidRPr="00DC3D8C" w:rsidRDefault="001A67FE" w:rsidP="009F66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Cool Kids Before &amp; After</w:t>
      </w:r>
      <w:r w:rsidR="00DC3D8C" w:rsidRPr="00DC3D8C">
        <w:rPr>
          <w:rFonts w:ascii="Arial" w:eastAsia="Times New Roman" w:hAnsi="Arial" w:cs="Arial"/>
          <w:color w:val="000000"/>
          <w:sz w:val="20"/>
          <w:szCs w:val="20"/>
        </w:rPr>
        <w:t xml:space="preserve"> Care Programme has been established to provide quality care for children </w:t>
      </w:r>
      <w:r>
        <w:rPr>
          <w:rFonts w:ascii="Arial" w:eastAsia="Times New Roman" w:hAnsi="Arial" w:cs="Arial"/>
          <w:color w:val="000000"/>
          <w:sz w:val="20"/>
          <w:szCs w:val="20"/>
        </w:rPr>
        <w:t>attending our holiday programme.</w:t>
      </w:r>
    </w:p>
    <w:p w:rsidR="00DC3D8C" w:rsidRPr="00BB6AB8" w:rsidRDefault="00DC3D8C" w:rsidP="009F66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</w:rPr>
      </w:pPr>
    </w:p>
    <w:p w:rsidR="00DC3D8C" w:rsidRPr="00DC3D8C" w:rsidRDefault="00DC3D8C" w:rsidP="009F66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DC3D8C">
        <w:rPr>
          <w:rFonts w:ascii="Arial" w:eastAsia="Times New Roman" w:hAnsi="Arial" w:cs="Arial"/>
          <w:color w:val="000000"/>
          <w:sz w:val="20"/>
          <w:szCs w:val="20"/>
        </w:rPr>
        <w:t xml:space="preserve">It operates from the </w:t>
      </w:r>
      <w:r w:rsidR="00984239">
        <w:rPr>
          <w:rFonts w:ascii="Arial" w:eastAsia="Times New Roman" w:hAnsi="Arial" w:cs="Arial"/>
          <w:color w:val="000000"/>
          <w:sz w:val="20"/>
          <w:szCs w:val="20"/>
        </w:rPr>
        <w:t>Senior</w:t>
      </w:r>
      <w:r w:rsidRPr="00DC3D8C">
        <w:rPr>
          <w:rFonts w:ascii="Arial" w:eastAsia="Times New Roman" w:hAnsi="Arial" w:cs="Arial"/>
          <w:color w:val="000000"/>
          <w:sz w:val="20"/>
          <w:szCs w:val="20"/>
        </w:rPr>
        <w:t xml:space="preserve"> Area Hall between the hours of 7</w:t>
      </w:r>
      <w:r w:rsidR="001A67FE">
        <w:rPr>
          <w:rFonts w:ascii="Arial" w:eastAsia="Times New Roman" w:hAnsi="Arial" w:cs="Arial"/>
          <w:color w:val="000000"/>
          <w:sz w:val="20"/>
          <w:szCs w:val="20"/>
        </w:rPr>
        <w:t>:30 – 9:0</w:t>
      </w:r>
      <w:r w:rsidRPr="00DC3D8C">
        <w:rPr>
          <w:rFonts w:ascii="Arial" w:eastAsia="Times New Roman" w:hAnsi="Arial" w:cs="Arial"/>
          <w:color w:val="000000"/>
          <w:sz w:val="20"/>
          <w:szCs w:val="20"/>
        </w:rPr>
        <w:t>0am and 3</w:t>
      </w:r>
      <w:r w:rsidR="00984239">
        <w:rPr>
          <w:rFonts w:ascii="Arial" w:eastAsia="Times New Roman" w:hAnsi="Arial" w:cs="Arial"/>
          <w:color w:val="000000"/>
          <w:sz w:val="20"/>
          <w:szCs w:val="20"/>
        </w:rPr>
        <w:t>:</w:t>
      </w:r>
      <w:r w:rsidRPr="00DC3D8C">
        <w:rPr>
          <w:rFonts w:ascii="Arial" w:eastAsia="Times New Roman" w:hAnsi="Arial" w:cs="Arial"/>
          <w:color w:val="000000"/>
          <w:sz w:val="20"/>
          <w:szCs w:val="20"/>
        </w:rPr>
        <w:t>00</w:t>
      </w:r>
      <w:r w:rsidR="009951B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984239">
        <w:rPr>
          <w:rFonts w:ascii="Arial" w:eastAsia="Times New Roman" w:hAnsi="Arial" w:cs="Arial"/>
          <w:color w:val="000000"/>
          <w:sz w:val="20"/>
          <w:szCs w:val="20"/>
        </w:rPr>
        <w:t>-</w:t>
      </w:r>
      <w:r w:rsidR="009951B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DC3D8C">
        <w:rPr>
          <w:rFonts w:ascii="Arial" w:eastAsia="Times New Roman" w:hAnsi="Arial" w:cs="Arial"/>
          <w:color w:val="000000"/>
          <w:sz w:val="20"/>
          <w:szCs w:val="20"/>
        </w:rPr>
        <w:t>6</w:t>
      </w:r>
      <w:r w:rsidR="00984239">
        <w:rPr>
          <w:rFonts w:ascii="Arial" w:eastAsia="Times New Roman" w:hAnsi="Arial" w:cs="Arial"/>
          <w:color w:val="000000"/>
          <w:sz w:val="20"/>
          <w:szCs w:val="20"/>
        </w:rPr>
        <w:t>:</w:t>
      </w:r>
      <w:r w:rsidR="00880845">
        <w:rPr>
          <w:rFonts w:ascii="Arial" w:eastAsia="Times New Roman" w:hAnsi="Arial" w:cs="Arial"/>
          <w:color w:val="000000"/>
          <w:sz w:val="20"/>
          <w:szCs w:val="20"/>
        </w:rPr>
        <w:t>00pm, Monday to Friday at a cost of $7.50 per hour.</w:t>
      </w:r>
    </w:p>
    <w:p w:rsidR="00DC3D8C" w:rsidRPr="00BB6AB8" w:rsidRDefault="00DC3D8C" w:rsidP="009F66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</w:rPr>
      </w:pPr>
    </w:p>
    <w:p w:rsidR="00DC3D8C" w:rsidRPr="00DC3D8C" w:rsidRDefault="00DC3D8C" w:rsidP="009F66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DC3D8C">
        <w:rPr>
          <w:rFonts w:ascii="Arial" w:eastAsia="Times New Roman" w:hAnsi="Arial" w:cs="Arial"/>
          <w:color w:val="000000"/>
          <w:sz w:val="20"/>
          <w:szCs w:val="20"/>
        </w:rPr>
        <w:t>The completion of an enrolment form is necessary before a child can enter the programme.</w:t>
      </w:r>
    </w:p>
    <w:p w:rsidR="00DC3D8C" w:rsidRPr="00BB6AB8" w:rsidRDefault="00DC3D8C" w:rsidP="009F66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</w:rPr>
      </w:pPr>
    </w:p>
    <w:p w:rsidR="00DC3D8C" w:rsidRPr="009237B3" w:rsidRDefault="00DC3D8C" w:rsidP="009237B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DC3D8C">
        <w:rPr>
          <w:rFonts w:ascii="Arial" w:eastAsia="Times New Roman" w:hAnsi="Arial" w:cs="Arial"/>
          <w:color w:val="000000"/>
          <w:sz w:val="20"/>
          <w:szCs w:val="20"/>
        </w:rPr>
        <w:t>It is Cool Kids intention to provide a professional service, which will give your child a safe, secure environment and enjoyable care experience.</w:t>
      </w:r>
    </w:p>
    <w:p w:rsidR="008A6D25" w:rsidRPr="00DC3D8C" w:rsidRDefault="008A6D25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057A54" w:rsidRPr="00E95A0D" w:rsidRDefault="003B7721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DC3D8C">
        <w:rPr>
          <w:rFonts w:ascii="Arial" w:hAnsi="Arial" w:cs="Arial"/>
          <w:b/>
          <w:bCs/>
          <w:color w:val="000000"/>
          <w:sz w:val="20"/>
          <w:szCs w:val="20"/>
        </w:rPr>
        <w:t>Afternoon Tea</w:t>
      </w:r>
    </w:p>
    <w:p w:rsidR="00B63994" w:rsidRPr="00DC3D8C" w:rsidRDefault="001A67FE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Children enrolled in After</w:t>
      </w:r>
      <w:r w:rsidR="007D539F">
        <w:rPr>
          <w:rFonts w:ascii="Arial" w:hAnsi="Arial" w:cs="Arial"/>
          <w:color w:val="000000"/>
          <w:sz w:val="20"/>
          <w:szCs w:val="20"/>
        </w:rPr>
        <w:t xml:space="preserve"> </w:t>
      </w:r>
      <w:r w:rsidR="00B63994" w:rsidRPr="00DC3D8C">
        <w:rPr>
          <w:rFonts w:ascii="Arial" w:hAnsi="Arial" w:cs="Arial"/>
          <w:color w:val="000000"/>
          <w:sz w:val="20"/>
          <w:szCs w:val="20"/>
        </w:rPr>
        <w:t>Care will receive a light snack and drink for afternoon tea.  This may include seasonal fruit</w:t>
      </w:r>
      <w:r w:rsidR="00057A54" w:rsidRPr="00DC3D8C">
        <w:rPr>
          <w:rFonts w:ascii="Arial" w:hAnsi="Arial" w:cs="Arial"/>
          <w:color w:val="000000"/>
          <w:sz w:val="20"/>
          <w:szCs w:val="20"/>
        </w:rPr>
        <w:t>, sandwiches, biscuits and occa</w:t>
      </w:r>
      <w:r w:rsidR="00B63994" w:rsidRPr="00DC3D8C">
        <w:rPr>
          <w:rFonts w:ascii="Arial" w:hAnsi="Arial" w:cs="Arial"/>
          <w:color w:val="000000"/>
          <w:sz w:val="20"/>
          <w:szCs w:val="20"/>
        </w:rPr>
        <w:t>sionally scones and baking, made as part of the programme.</w:t>
      </w:r>
    </w:p>
    <w:p w:rsidR="00B63994" w:rsidRPr="00BB6AB8" w:rsidRDefault="00B63994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6"/>
          <w:szCs w:val="16"/>
        </w:rPr>
      </w:pPr>
    </w:p>
    <w:p w:rsidR="007D539F" w:rsidRDefault="007D539F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Please advise if there is any food your child is </w:t>
      </w:r>
      <w:r w:rsidRPr="00984239">
        <w:rPr>
          <w:rFonts w:ascii="Arial" w:hAnsi="Arial" w:cs="Arial"/>
          <w:color w:val="000000"/>
          <w:sz w:val="20"/>
          <w:szCs w:val="20"/>
          <w:u w:val="single"/>
        </w:rPr>
        <w:t>not allowed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B63994" w:rsidRPr="00DC3D8C" w:rsidRDefault="00B63994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DC3D8C">
        <w:rPr>
          <w:rFonts w:ascii="Arial" w:hAnsi="Arial" w:cs="Arial"/>
          <w:color w:val="000000"/>
          <w:sz w:val="20"/>
          <w:szCs w:val="20"/>
        </w:rPr>
        <w:t> </w:t>
      </w:r>
    </w:p>
    <w:p w:rsidR="007D539F" w:rsidRDefault="007D539F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Collecting Your Child</w:t>
      </w:r>
    </w:p>
    <w:p w:rsidR="007D539F" w:rsidRPr="007D539F" w:rsidRDefault="007D539F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When arriving to collect your child please sign them out on the Attendance Sheet with the exact time, and advise the Programme Supervisor you are taking your child.</w:t>
      </w:r>
    </w:p>
    <w:p w:rsidR="007D539F" w:rsidRPr="00DC3D8C" w:rsidRDefault="007D539F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B63994" w:rsidRPr="00DC3D8C" w:rsidRDefault="003B7721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DC3D8C">
        <w:rPr>
          <w:rFonts w:ascii="Arial" w:hAnsi="Arial" w:cs="Arial"/>
          <w:b/>
          <w:bCs/>
          <w:color w:val="000000"/>
          <w:sz w:val="20"/>
          <w:szCs w:val="20"/>
        </w:rPr>
        <w:t>Complaints</w:t>
      </w:r>
    </w:p>
    <w:p w:rsidR="00B63994" w:rsidRPr="00DC3D8C" w:rsidRDefault="00B63994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DC3D8C">
        <w:rPr>
          <w:rFonts w:ascii="Arial" w:hAnsi="Arial" w:cs="Arial"/>
          <w:color w:val="000000"/>
          <w:sz w:val="20"/>
          <w:szCs w:val="20"/>
        </w:rPr>
        <w:t xml:space="preserve">The programme has a complaints procedure.  If you have any </w:t>
      </w:r>
      <w:r w:rsidR="0050752F" w:rsidRPr="00DC3D8C">
        <w:rPr>
          <w:rFonts w:ascii="Arial" w:hAnsi="Arial" w:cs="Arial"/>
          <w:color w:val="000000"/>
          <w:sz w:val="20"/>
          <w:szCs w:val="20"/>
        </w:rPr>
        <w:t>problems,</w:t>
      </w:r>
      <w:r w:rsidRPr="00DC3D8C">
        <w:rPr>
          <w:rFonts w:ascii="Arial" w:hAnsi="Arial" w:cs="Arial"/>
          <w:color w:val="000000"/>
          <w:sz w:val="20"/>
          <w:szCs w:val="20"/>
        </w:rPr>
        <w:t xml:space="preserve"> please approach the </w:t>
      </w:r>
      <w:r w:rsidR="00F759F5" w:rsidRPr="00DC3D8C">
        <w:rPr>
          <w:rFonts w:ascii="Arial" w:hAnsi="Arial" w:cs="Arial"/>
          <w:color w:val="000000"/>
          <w:sz w:val="20"/>
          <w:szCs w:val="20"/>
        </w:rPr>
        <w:t xml:space="preserve">Supervisor </w:t>
      </w:r>
      <w:r w:rsidRPr="00DC3D8C">
        <w:rPr>
          <w:rFonts w:ascii="Arial" w:hAnsi="Arial" w:cs="Arial"/>
          <w:color w:val="000000"/>
          <w:sz w:val="20"/>
          <w:szCs w:val="20"/>
        </w:rPr>
        <w:t>who will be happy to assist you with your concerns.</w:t>
      </w:r>
    </w:p>
    <w:p w:rsidR="008A6D25" w:rsidRPr="00DC3D8C" w:rsidRDefault="008A6D25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8A6D25" w:rsidRPr="00DC3D8C" w:rsidRDefault="003B7721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DC3D8C">
        <w:rPr>
          <w:rFonts w:ascii="Arial" w:hAnsi="Arial" w:cs="Arial"/>
          <w:b/>
          <w:bCs/>
          <w:color w:val="000000"/>
          <w:sz w:val="20"/>
          <w:szCs w:val="20"/>
        </w:rPr>
        <w:t>Supervision Ratios</w:t>
      </w:r>
    </w:p>
    <w:p w:rsidR="008A6D25" w:rsidRPr="00DC3D8C" w:rsidRDefault="008A6D25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DC3D8C">
        <w:rPr>
          <w:rFonts w:ascii="Arial" w:hAnsi="Arial" w:cs="Arial"/>
          <w:color w:val="000000"/>
          <w:sz w:val="20"/>
          <w:szCs w:val="20"/>
        </w:rPr>
        <w:t>The programme will operate on a rati</w:t>
      </w:r>
      <w:r w:rsidR="00E95A0D">
        <w:rPr>
          <w:rFonts w:ascii="Arial" w:hAnsi="Arial" w:cs="Arial"/>
          <w:color w:val="000000"/>
          <w:sz w:val="20"/>
          <w:szCs w:val="20"/>
        </w:rPr>
        <w:t>o of 1:10, as recommended by MSD</w:t>
      </w:r>
      <w:r w:rsidRPr="00DC3D8C">
        <w:rPr>
          <w:rFonts w:ascii="Arial" w:hAnsi="Arial" w:cs="Arial"/>
          <w:color w:val="000000"/>
          <w:sz w:val="20"/>
          <w:szCs w:val="20"/>
        </w:rPr>
        <w:t>. </w:t>
      </w:r>
      <w:r w:rsidRPr="00DC3D8C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762DA7">
        <w:rPr>
          <w:rFonts w:ascii="Arial" w:hAnsi="Arial" w:cs="Arial"/>
          <w:color w:val="000000"/>
          <w:sz w:val="20"/>
          <w:szCs w:val="20"/>
        </w:rPr>
        <w:t>There will be an appropriate number of</w:t>
      </w:r>
      <w:r w:rsidRPr="00DC3D8C">
        <w:rPr>
          <w:rFonts w:ascii="Arial" w:hAnsi="Arial" w:cs="Arial"/>
          <w:color w:val="000000"/>
          <w:sz w:val="20"/>
          <w:szCs w:val="20"/>
        </w:rPr>
        <w:t xml:space="preserve"> staff on duty with a minimum of 2 staff on at all times.</w:t>
      </w:r>
    </w:p>
    <w:p w:rsidR="008A6D25" w:rsidRPr="00DC3D8C" w:rsidRDefault="008A6D25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DC3D8C">
        <w:rPr>
          <w:rFonts w:ascii="Arial" w:hAnsi="Arial" w:cs="Arial"/>
          <w:color w:val="000000"/>
          <w:sz w:val="20"/>
          <w:szCs w:val="20"/>
        </w:rPr>
        <w:t> </w:t>
      </w:r>
    </w:p>
    <w:p w:rsidR="005156BA" w:rsidRPr="00DC3D8C" w:rsidRDefault="002A647D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Subsidy</w:t>
      </w:r>
    </w:p>
    <w:p w:rsidR="005156BA" w:rsidRPr="00DC3D8C" w:rsidRDefault="00E95A0D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Cool Kids is a MSD</w:t>
      </w:r>
      <w:r w:rsidR="005156BA" w:rsidRPr="00DC3D8C">
        <w:rPr>
          <w:rFonts w:ascii="Arial" w:hAnsi="Arial" w:cs="Arial"/>
          <w:color w:val="000000"/>
          <w:sz w:val="20"/>
          <w:szCs w:val="20"/>
        </w:rPr>
        <w:t xml:space="preserve"> approved OSCAR programme. </w:t>
      </w:r>
      <w:r w:rsidR="005156BA" w:rsidRPr="00DC3D8C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5156BA" w:rsidRPr="00DC3D8C">
        <w:rPr>
          <w:rFonts w:ascii="Arial" w:hAnsi="Arial" w:cs="Arial"/>
          <w:color w:val="000000"/>
          <w:sz w:val="20"/>
          <w:szCs w:val="20"/>
        </w:rPr>
        <w:t>Some families may be eligible to claim the W</w:t>
      </w:r>
      <w:r w:rsidR="002A647D">
        <w:rPr>
          <w:rFonts w:ascii="Arial" w:hAnsi="Arial" w:cs="Arial"/>
          <w:color w:val="000000"/>
          <w:sz w:val="20"/>
          <w:szCs w:val="20"/>
        </w:rPr>
        <w:t xml:space="preserve">ork and Income </w:t>
      </w:r>
      <w:r w:rsidR="005156BA" w:rsidRPr="00DC3D8C">
        <w:rPr>
          <w:rFonts w:ascii="Arial" w:hAnsi="Arial" w:cs="Arial"/>
          <w:color w:val="000000"/>
          <w:sz w:val="20"/>
          <w:szCs w:val="20"/>
        </w:rPr>
        <w:t>OSCAR subsidy.  Please contact</w:t>
      </w:r>
      <w:r w:rsidR="005156BA" w:rsidRPr="00DC3D8C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5156BA" w:rsidRPr="00DC3D8C">
        <w:rPr>
          <w:rFonts w:ascii="Arial" w:hAnsi="Arial" w:cs="Arial"/>
          <w:color w:val="000000"/>
          <w:sz w:val="20"/>
          <w:szCs w:val="20"/>
        </w:rPr>
        <w:t>W</w:t>
      </w:r>
      <w:r w:rsidR="002A647D">
        <w:rPr>
          <w:rFonts w:ascii="Arial" w:hAnsi="Arial" w:cs="Arial"/>
          <w:color w:val="000000"/>
          <w:sz w:val="20"/>
          <w:szCs w:val="20"/>
        </w:rPr>
        <w:t xml:space="preserve">ork and Income (0800 559 009) </w:t>
      </w:r>
      <w:r w:rsidR="005156BA" w:rsidRPr="00DC3D8C">
        <w:rPr>
          <w:rFonts w:ascii="Arial" w:hAnsi="Arial" w:cs="Arial"/>
          <w:color w:val="000000"/>
          <w:sz w:val="20"/>
          <w:szCs w:val="20"/>
        </w:rPr>
        <w:t>directly to check if you are eligible.</w:t>
      </w:r>
    </w:p>
    <w:p w:rsidR="005156BA" w:rsidRPr="00DC3D8C" w:rsidRDefault="005156BA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DC3D8C" w:rsidRPr="00DC3D8C" w:rsidRDefault="00DC3D8C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DC3D8C">
        <w:rPr>
          <w:rFonts w:ascii="Arial" w:hAnsi="Arial" w:cs="Arial"/>
          <w:b/>
          <w:bCs/>
          <w:color w:val="000000"/>
          <w:sz w:val="20"/>
          <w:szCs w:val="20"/>
        </w:rPr>
        <w:t>Policies</w:t>
      </w:r>
    </w:p>
    <w:p w:rsidR="00BB6AB8" w:rsidRDefault="00DC3D8C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DC3D8C">
        <w:rPr>
          <w:rFonts w:ascii="Arial" w:hAnsi="Arial" w:cs="Arial"/>
          <w:color w:val="000000"/>
          <w:sz w:val="20"/>
          <w:szCs w:val="20"/>
        </w:rPr>
        <w:t>A full Policies and Procedures manual is available on site at all times. </w:t>
      </w:r>
      <w:r w:rsidRPr="00DC3D8C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DC3D8C">
        <w:rPr>
          <w:rFonts w:ascii="Arial" w:hAnsi="Arial" w:cs="Arial"/>
          <w:color w:val="000000"/>
          <w:sz w:val="20"/>
          <w:szCs w:val="20"/>
        </w:rPr>
        <w:t>These policies follow the guidelines as recommended by CYF and the Out of School Care Network (OSCAR).</w:t>
      </w:r>
    </w:p>
    <w:p w:rsidR="00BB6AB8" w:rsidRDefault="00BB6AB8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E95A0D" w:rsidRDefault="00E95A0D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E95A0D" w:rsidRDefault="00E95A0D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363849" w:rsidRDefault="00363849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E95A0D" w:rsidRDefault="00E95A0D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BB6AB8" w:rsidRDefault="00BB6AB8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PAYMENT SECTION</w:t>
      </w:r>
    </w:p>
    <w:p w:rsidR="00363849" w:rsidRDefault="00363849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63849" w:rsidRDefault="00363849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84239" w:rsidRDefault="00984239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134620</wp:posOffset>
                </wp:positionV>
                <wp:extent cx="152400" cy="1524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76930053" id="Rectangle 2" o:spid="_x0000_s1026" style="position:absolute;margin-left:0;margin-top:10.6pt;width:12pt;height:12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" filled="f" strokecolor="black [3213]"/>
            </w:pict>
          </mc:Fallback>
        </mc:AlternateContent>
      </w:r>
    </w:p>
    <w:p w:rsidR="00984239" w:rsidRDefault="00984239" w:rsidP="00984239">
      <w:pPr>
        <w:pStyle w:val="NormalWeb"/>
        <w:shd w:val="clear" w:color="auto" w:fill="FFFFFF"/>
        <w:spacing w:before="0" w:beforeAutospacing="0" w:after="120" w:afterAutospacing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226695</wp:posOffset>
                </wp:positionV>
                <wp:extent cx="152400" cy="1524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1E790738" id="Rectangle 4" o:spid="_x0000_s1026" style="position:absolute;margin-left:0;margin-top:17.85pt;width:12pt;height:1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" filled="f" strokecolor="black [3213]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</w:rPr>
        <w:t xml:space="preserve">I understand that 50% of Holiday Programme fees is required in advance on enrolment.  </w:t>
      </w:r>
    </w:p>
    <w:p w:rsidR="00BB6AB8" w:rsidRDefault="00984239" w:rsidP="00984239">
      <w:pPr>
        <w:pStyle w:val="NormalWeb"/>
        <w:shd w:val="clear" w:color="auto" w:fill="FFFFFF"/>
        <w:spacing w:before="0" w:beforeAutospacing="0" w:after="120" w:afterAutospacing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understand that weekly invoices thereafter must be paid withi</w:t>
      </w:r>
      <w:r w:rsidR="006C75E3">
        <w:rPr>
          <w:rFonts w:ascii="Arial" w:hAnsi="Arial" w:cs="Arial"/>
          <w:color w:val="000000"/>
          <w:sz w:val="20"/>
          <w:szCs w:val="20"/>
        </w:rPr>
        <w:t xml:space="preserve">n </w:t>
      </w:r>
      <w:r w:rsidR="006C75E3" w:rsidRPr="006C75E3">
        <w:rPr>
          <w:rFonts w:ascii="Arial" w:hAnsi="Arial" w:cs="Arial"/>
          <w:b/>
          <w:color w:val="000000"/>
          <w:sz w:val="20"/>
          <w:szCs w:val="20"/>
        </w:rPr>
        <w:t>seven (7) days</w:t>
      </w:r>
      <w:r w:rsidR="006C75E3">
        <w:rPr>
          <w:rFonts w:ascii="Arial" w:hAnsi="Arial" w:cs="Arial"/>
          <w:color w:val="000000"/>
          <w:sz w:val="20"/>
          <w:szCs w:val="20"/>
        </w:rPr>
        <w:t xml:space="preserve"> of receipt of </w:t>
      </w:r>
      <w:r>
        <w:rPr>
          <w:rFonts w:ascii="Arial" w:hAnsi="Arial" w:cs="Arial"/>
          <w:color w:val="000000"/>
          <w:sz w:val="20"/>
          <w:szCs w:val="20"/>
        </w:rPr>
        <w:t>invoice.</w:t>
      </w:r>
    </w:p>
    <w:p w:rsidR="001A67FE" w:rsidRDefault="001A67FE" w:rsidP="00984239">
      <w:pPr>
        <w:pStyle w:val="NormalWeb"/>
        <w:shd w:val="clear" w:color="auto" w:fill="FFFFFF"/>
        <w:spacing w:before="0" w:beforeAutospacing="0" w:after="120" w:afterAutospacing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0DEC40" wp14:editId="3C2CFA7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2400" cy="1524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666456" id="Rectangle 5" o:spid="_x0000_s1026" style="position:absolute;margin-left:0;margin-top:0;width:12pt;height:1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" filled="f" strokecolor="windowTex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</w:rPr>
        <w:t xml:space="preserve">I understand that </w:t>
      </w:r>
      <w:r w:rsidR="006A5470">
        <w:rPr>
          <w:rFonts w:ascii="Arial" w:hAnsi="Arial" w:cs="Arial"/>
          <w:color w:val="000000"/>
          <w:sz w:val="20"/>
          <w:szCs w:val="20"/>
        </w:rPr>
        <w:t xml:space="preserve">any </w:t>
      </w:r>
      <w:r>
        <w:rPr>
          <w:rFonts w:ascii="Arial" w:hAnsi="Arial" w:cs="Arial"/>
          <w:color w:val="000000"/>
          <w:sz w:val="20"/>
          <w:szCs w:val="20"/>
        </w:rPr>
        <w:t>unpaid amount older than one month from date of invoice, will be sent to Debt Collection for recovery and any costs incurred in that recovery will be paid by myself.</w:t>
      </w:r>
    </w:p>
    <w:p w:rsidR="00984239" w:rsidRDefault="00BB6AB8" w:rsidP="00984239">
      <w:pPr>
        <w:pStyle w:val="NormalWeb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</w:p>
    <w:p w:rsidR="00984239" w:rsidRDefault="00984239" w:rsidP="00984239">
      <w:pPr>
        <w:pStyle w:val="NormalWeb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984239" w:rsidRDefault="00984239" w:rsidP="00984239">
      <w:pPr>
        <w:pStyle w:val="NormalWeb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0"/>
          <w:szCs w:val="20"/>
        </w:rPr>
      </w:pPr>
    </w:p>
    <w:p w:rsidR="00DD30EE" w:rsidRDefault="001A5CAE" w:rsidP="00984239">
      <w:pPr>
        <w:pStyle w:val="NormalWeb"/>
        <w:shd w:val="clear" w:color="auto" w:fill="FFFFFF"/>
        <w:tabs>
          <w:tab w:val="left" w:pos="709"/>
          <w:tab w:val="right" w:pos="9639"/>
        </w:tabs>
        <w:spacing w:before="0" w:beforeAutospacing="0" w:after="0" w:afterAutospacing="0"/>
        <w:jc w:val="right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</w:rPr>
        <w:tab/>
        <w:t>Parent/Ca</w:t>
      </w:r>
      <w:r w:rsidR="00984239">
        <w:rPr>
          <w:rFonts w:ascii="Arial" w:hAnsi="Arial" w:cs="Arial"/>
          <w:color w:val="000000"/>
          <w:sz w:val="20"/>
          <w:szCs w:val="20"/>
        </w:rPr>
        <w:t xml:space="preserve">regiver </w:t>
      </w:r>
      <w:r w:rsidR="00F214EF">
        <w:rPr>
          <w:rFonts w:ascii="Arial" w:hAnsi="Arial" w:cs="Arial"/>
          <w:color w:val="000000"/>
          <w:sz w:val="20"/>
          <w:szCs w:val="20"/>
        </w:rPr>
        <w:t>Initials</w:t>
      </w:r>
      <w:r w:rsidR="00984239">
        <w:rPr>
          <w:rFonts w:ascii="Arial" w:hAnsi="Arial" w:cs="Arial"/>
          <w:color w:val="000000"/>
          <w:sz w:val="20"/>
          <w:szCs w:val="20"/>
        </w:rPr>
        <w:t>:  ____________</w:t>
      </w:r>
      <w:r w:rsidR="00DD30EE">
        <w:rPr>
          <w:rFonts w:ascii="Arial" w:hAnsi="Arial" w:cs="Arial"/>
          <w:b/>
          <w:bCs/>
          <w:color w:val="000000"/>
          <w:sz w:val="28"/>
          <w:szCs w:val="28"/>
        </w:rPr>
        <w:br w:type="page"/>
      </w:r>
    </w:p>
    <w:p w:rsidR="00DC3D8C" w:rsidRPr="00DC3D8C" w:rsidRDefault="00DC3D8C" w:rsidP="00F26A15">
      <w:pPr>
        <w:pStyle w:val="NormalWeb"/>
        <w:shd w:val="clear" w:color="auto" w:fill="FFFFFF"/>
        <w:spacing w:before="0" w:beforeAutospacing="0" w:after="0" w:afterAutospacing="0"/>
        <w:ind w:left="-709" w:firstLine="709"/>
        <w:rPr>
          <w:rFonts w:ascii="Arial" w:hAnsi="Arial" w:cs="Arial"/>
          <w:b/>
          <w:bCs/>
          <w:color w:val="000000"/>
          <w:sz w:val="28"/>
          <w:szCs w:val="28"/>
        </w:rPr>
      </w:pPr>
      <w:r w:rsidRPr="00DC3D8C"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t>Cool Kids</w:t>
      </w:r>
    </w:p>
    <w:p w:rsidR="00DC3D8C" w:rsidRPr="00ED6732" w:rsidRDefault="00DC3D8C" w:rsidP="00F26A1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Terms and Conditions</w:t>
      </w:r>
      <w:r w:rsidR="00ED6732">
        <w:rPr>
          <w:rFonts w:ascii="Arial" w:hAnsi="Arial" w:cs="Arial"/>
          <w:b/>
          <w:bCs/>
          <w:color w:val="000000"/>
          <w:sz w:val="28"/>
          <w:szCs w:val="28"/>
        </w:rPr>
        <w:t xml:space="preserve"> -</w:t>
      </w:r>
      <w:r w:rsidR="00ED6732" w:rsidRPr="00ED6732">
        <w:rPr>
          <w:rFonts w:ascii="Arial" w:hAnsi="Arial" w:cs="Arial"/>
          <w:b/>
          <w:bCs/>
          <w:color w:val="000000"/>
          <w:szCs w:val="28"/>
        </w:rPr>
        <w:t xml:space="preserve"> </w:t>
      </w:r>
      <w:r w:rsidR="00ED6732" w:rsidRPr="00880845">
        <w:rPr>
          <w:rFonts w:ascii="Arial" w:hAnsi="Arial" w:cs="Arial"/>
          <w:b/>
          <w:bCs/>
          <w:color w:val="000000"/>
          <w:sz w:val="28"/>
          <w:szCs w:val="28"/>
        </w:rPr>
        <w:t>Holiday Programme</w:t>
      </w:r>
    </w:p>
    <w:p w:rsidR="003B7721" w:rsidRDefault="003B7721" w:rsidP="009F66E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</w:p>
    <w:p w:rsidR="00DD30EE" w:rsidRDefault="00DD30EE" w:rsidP="009F66E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  <w:sectPr w:rsidR="00DD30EE" w:rsidSect="0004331C">
          <w:footerReference w:type="default" r:id="rId9"/>
          <w:pgSz w:w="11907" w:h="16840" w:code="9"/>
          <w:pgMar w:top="567" w:right="720" w:bottom="0" w:left="720" w:header="510" w:footer="227" w:gutter="0"/>
          <w:cols w:space="708"/>
          <w:docGrid w:linePitch="326"/>
        </w:sectPr>
      </w:pPr>
    </w:p>
    <w:p w:rsidR="00DD30EE" w:rsidRDefault="00DD30EE" w:rsidP="009F66E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Parent Responsibilities</w:t>
      </w:r>
    </w:p>
    <w:p w:rsidR="00DD30EE" w:rsidRDefault="00DD30EE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Parents or Caregivers are required to SIGN OUT on the attendance sheet with the exact time and advise the supervisor before leaving with their child/children.</w:t>
      </w:r>
    </w:p>
    <w:p w:rsidR="007B5034" w:rsidRPr="00752BAF" w:rsidRDefault="007B5034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4"/>
          <w:szCs w:val="20"/>
        </w:rPr>
      </w:pPr>
    </w:p>
    <w:p w:rsidR="007B5034" w:rsidRDefault="007B5034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Only persons name</w:t>
      </w:r>
      <w:r w:rsidR="00C77E13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 xml:space="preserve"> as authorised to collect your child on the Enrolment Contract will be permitted to leave the site with the child/children.  Any deviation from the named authority to collect a child must be advised to programme staff.</w:t>
      </w:r>
    </w:p>
    <w:p w:rsidR="007B5034" w:rsidRPr="00752BAF" w:rsidRDefault="007B5034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4"/>
          <w:szCs w:val="20"/>
        </w:rPr>
      </w:pPr>
    </w:p>
    <w:p w:rsidR="007B5034" w:rsidRDefault="007B5034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Please retain these Terms and Conditions for your reference.  A copy of the completed and signed Enrolment Contract is available upon request.</w:t>
      </w:r>
    </w:p>
    <w:p w:rsidR="00752BAF" w:rsidRDefault="00752BAF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7B5034" w:rsidRDefault="007B5034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Enrolment</w:t>
      </w:r>
    </w:p>
    <w:p w:rsidR="00661332" w:rsidRDefault="00661332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By enrolling your child in </w:t>
      </w:r>
      <w:r w:rsidR="00DE4B8E">
        <w:rPr>
          <w:rFonts w:ascii="Arial" w:hAnsi="Arial" w:cs="Arial"/>
          <w:color w:val="000000"/>
          <w:sz w:val="20"/>
          <w:szCs w:val="20"/>
        </w:rPr>
        <w:t>Cool Kids</w:t>
      </w:r>
      <w:r>
        <w:rPr>
          <w:rFonts w:ascii="Arial" w:hAnsi="Arial" w:cs="Arial"/>
          <w:color w:val="000000"/>
          <w:sz w:val="20"/>
          <w:szCs w:val="20"/>
        </w:rPr>
        <w:t xml:space="preserve">, you and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Warkworth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School make a binding agreement regarding the care of your child.</w:t>
      </w:r>
      <w:r w:rsidR="00A75921">
        <w:rPr>
          <w:rFonts w:ascii="Arial" w:hAnsi="Arial" w:cs="Arial"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>By signing the Enrolment Contract</w:t>
      </w:r>
      <w:r w:rsidR="00B623CF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you acknowledge that you have read and understood our Terms and Conditions and agree to abide by them.  An Enrolment Contract must be completed and signed before a child is accepted in the programme.</w:t>
      </w:r>
    </w:p>
    <w:p w:rsidR="00661332" w:rsidRPr="00752BAF" w:rsidRDefault="00661332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6"/>
          <w:szCs w:val="20"/>
        </w:rPr>
      </w:pPr>
    </w:p>
    <w:p w:rsidR="00661332" w:rsidRDefault="00661332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Enrolment will be on a first come, first served bases.  Your child’s place is not guaranteed in our programme unless you have received confirmation</w:t>
      </w:r>
      <w:r w:rsidR="00A75921">
        <w:rPr>
          <w:rFonts w:ascii="Arial" w:hAnsi="Arial" w:cs="Arial"/>
          <w:color w:val="000000"/>
          <w:sz w:val="20"/>
          <w:szCs w:val="20"/>
        </w:rPr>
        <w:t xml:space="preserve"> from the Programme Supervisor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61332" w:rsidRPr="00752BAF" w:rsidRDefault="00661332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6"/>
          <w:szCs w:val="20"/>
        </w:rPr>
      </w:pPr>
    </w:p>
    <w:p w:rsidR="00661332" w:rsidRDefault="00661332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Please notify us if your child is unwell and unable to attend, or if someone other than those named on the Enrolment Contract will be picking your child up.</w:t>
      </w:r>
    </w:p>
    <w:p w:rsidR="00661332" w:rsidRPr="00752BAF" w:rsidRDefault="00661332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6"/>
          <w:szCs w:val="20"/>
        </w:rPr>
      </w:pPr>
    </w:p>
    <w:p w:rsidR="00661332" w:rsidRPr="007B5034" w:rsidRDefault="00661332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parent/caregiver signing the Enrolment Contract gives permission for their child to be photographed by staff.  Any such photographs will only be used by Cool Kids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Warkworth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for promotional purposes.</w:t>
      </w:r>
    </w:p>
    <w:p w:rsidR="00752BAF" w:rsidRPr="00DD30EE" w:rsidRDefault="00752BAF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3B7721" w:rsidRPr="00DC3D8C" w:rsidRDefault="003B7721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C3D8C">
        <w:rPr>
          <w:rFonts w:ascii="Arial" w:hAnsi="Arial" w:cs="Arial"/>
          <w:b/>
          <w:color w:val="000000"/>
          <w:sz w:val="20"/>
          <w:szCs w:val="20"/>
        </w:rPr>
        <w:t>Fees and Payments</w:t>
      </w:r>
    </w:p>
    <w:p w:rsidR="00E95A0D" w:rsidRDefault="00C4089D" w:rsidP="00C4089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For all Holiday Programmes, </w:t>
      </w:r>
      <w:r w:rsidRPr="0026346E">
        <w:rPr>
          <w:rFonts w:ascii="Arial" w:hAnsi="Arial" w:cs="Arial"/>
          <w:b/>
          <w:color w:val="000000"/>
          <w:sz w:val="20"/>
          <w:szCs w:val="20"/>
          <w:u w:val="single"/>
        </w:rPr>
        <w:t>a</w:t>
      </w:r>
      <w:r w:rsidR="003C78E0" w:rsidRPr="0026346E">
        <w:rPr>
          <w:rFonts w:ascii="Arial" w:hAnsi="Arial" w:cs="Arial"/>
          <w:b/>
          <w:color w:val="000000"/>
          <w:sz w:val="20"/>
          <w:szCs w:val="20"/>
          <w:u w:val="single"/>
        </w:rPr>
        <w:t>n</w:t>
      </w:r>
      <w:r w:rsidRPr="0026346E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</w:t>
      </w:r>
      <w:r w:rsidR="003C78E0" w:rsidRPr="0026346E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Enrolment Contract </w:t>
      </w:r>
      <w:r w:rsidR="0026346E" w:rsidRPr="0026346E">
        <w:rPr>
          <w:rFonts w:ascii="Arial" w:hAnsi="Arial" w:cs="Arial"/>
          <w:b/>
          <w:color w:val="000000"/>
          <w:sz w:val="20"/>
          <w:szCs w:val="20"/>
          <w:u w:val="single"/>
        </w:rPr>
        <w:t>and 50% deposit of fees will be required to secure a place</w:t>
      </w:r>
      <w:r w:rsidR="0026346E">
        <w:rPr>
          <w:rFonts w:ascii="Arial" w:hAnsi="Arial" w:cs="Arial"/>
          <w:color w:val="000000"/>
          <w:sz w:val="20"/>
          <w:szCs w:val="20"/>
        </w:rPr>
        <w:t xml:space="preserve">. </w:t>
      </w:r>
      <w:r w:rsidR="003C78E0" w:rsidRPr="00A75921">
        <w:rPr>
          <w:rFonts w:ascii="Arial" w:hAnsi="Arial" w:cs="Arial"/>
          <w:color w:val="000000"/>
          <w:sz w:val="20"/>
          <w:szCs w:val="20"/>
        </w:rPr>
        <w:t>Once a booking has been made,</w:t>
      </w:r>
      <w:r w:rsidR="003C78E0" w:rsidRPr="00A75921">
        <w:rPr>
          <w:rFonts w:ascii="Arial" w:hAnsi="Arial" w:cs="Arial"/>
          <w:b/>
          <w:color w:val="000000"/>
          <w:sz w:val="20"/>
          <w:szCs w:val="20"/>
        </w:rPr>
        <w:t xml:space="preserve"> any cancellation</w:t>
      </w:r>
      <w:r w:rsidR="003C78E0" w:rsidRPr="00A75921">
        <w:rPr>
          <w:rFonts w:ascii="Arial" w:hAnsi="Arial" w:cs="Arial"/>
          <w:color w:val="000000"/>
          <w:sz w:val="20"/>
          <w:szCs w:val="20"/>
        </w:rPr>
        <w:t xml:space="preserve"> must be in writing</w:t>
      </w:r>
      <w:r w:rsidR="00A75921" w:rsidRPr="00A75921">
        <w:rPr>
          <w:rFonts w:ascii="Arial" w:hAnsi="Arial" w:cs="Arial"/>
          <w:color w:val="000000"/>
          <w:sz w:val="20"/>
          <w:szCs w:val="20"/>
        </w:rPr>
        <w:t>,</w:t>
      </w:r>
      <w:r w:rsidR="00A75921" w:rsidRPr="00A7592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C78E0" w:rsidRPr="00A75921">
        <w:rPr>
          <w:rFonts w:ascii="Arial" w:hAnsi="Arial" w:cs="Arial"/>
          <w:b/>
          <w:color w:val="000000"/>
          <w:sz w:val="20"/>
          <w:szCs w:val="20"/>
        </w:rPr>
        <w:t xml:space="preserve">FIVE working days </w:t>
      </w:r>
      <w:r w:rsidR="003C78E0" w:rsidRPr="00A75921">
        <w:rPr>
          <w:rFonts w:ascii="Arial" w:hAnsi="Arial" w:cs="Arial"/>
          <w:color w:val="000000"/>
          <w:sz w:val="20"/>
          <w:szCs w:val="20"/>
        </w:rPr>
        <w:t>in advance, otherwise</w:t>
      </w:r>
      <w:r w:rsidR="003C78E0" w:rsidRPr="00A7592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75921" w:rsidRPr="00A75921">
        <w:rPr>
          <w:rFonts w:ascii="Arial" w:hAnsi="Arial" w:cs="Arial"/>
          <w:b/>
          <w:color w:val="000000"/>
          <w:sz w:val="20"/>
          <w:szCs w:val="20"/>
        </w:rPr>
        <w:t>full</w:t>
      </w:r>
      <w:r w:rsidR="003C78E0" w:rsidRPr="00A75921">
        <w:rPr>
          <w:rFonts w:ascii="Arial" w:hAnsi="Arial" w:cs="Arial"/>
          <w:b/>
          <w:color w:val="000000"/>
          <w:sz w:val="20"/>
          <w:szCs w:val="20"/>
        </w:rPr>
        <w:t xml:space="preserve"> payment</w:t>
      </w:r>
      <w:r w:rsidR="003C78E0" w:rsidRPr="00A75921">
        <w:rPr>
          <w:rFonts w:ascii="Arial" w:hAnsi="Arial" w:cs="Arial"/>
          <w:color w:val="000000"/>
          <w:sz w:val="20"/>
          <w:szCs w:val="20"/>
        </w:rPr>
        <w:t xml:space="preserve"> is required</w:t>
      </w:r>
      <w:r w:rsidR="003C78E0">
        <w:rPr>
          <w:rFonts w:ascii="Arial" w:hAnsi="Arial" w:cs="Arial"/>
          <w:color w:val="000000"/>
          <w:sz w:val="20"/>
          <w:szCs w:val="20"/>
        </w:rPr>
        <w:t xml:space="preserve">.  </w:t>
      </w:r>
    </w:p>
    <w:p w:rsidR="00E95A0D" w:rsidRDefault="00E95A0D" w:rsidP="00C4089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3C78E0" w:rsidRDefault="00E95A0D" w:rsidP="00C4089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DC3D8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Please phone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/text</w:t>
      </w:r>
      <w:r w:rsidRPr="00DC3D8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Cool Kids directly with any absences on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027 931 1311.</w:t>
      </w:r>
      <w:r w:rsidRPr="00DC3D8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iCs/>
          <w:color w:val="000000"/>
          <w:sz w:val="20"/>
          <w:szCs w:val="20"/>
        </w:rPr>
        <w:t xml:space="preserve"> </w:t>
      </w:r>
    </w:p>
    <w:p w:rsidR="003C78E0" w:rsidRDefault="003C78E0" w:rsidP="00C4089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C4089D" w:rsidRDefault="00C4089D" w:rsidP="00C4089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 additional charge will be made for late pick up from the programme of $1.50 for each 1 minute, or part thereof, that your child and our staff are kept waiting after the advertised end of the programme.</w:t>
      </w:r>
    </w:p>
    <w:p w:rsidR="00C4089D" w:rsidRDefault="00C4089D" w:rsidP="00C4089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C4089D" w:rsidRDefault="00C4089D" w:rsidP="00C4089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Invoices for care will b</w:t>
      </w:r>
      <w:r w:rsidR="006340CB">
        <w:rPr>
          <w:rFonts w:ascii="Arial" w:hAnsi="Arial" w:cs="Arial"/>
          <w:color w:val="000000"/>
          <w:sz w:val="20"/>
          <w:szCs w:val="20"/>
        </w:rPr>
        <w:t>e emailed weekly in arrears</w:t>
      </w:r>
      <w:r w:rsidR="00752BAF">
        <w:rPr>
          <w:rFonts w:ascii="Arial" w:hAnsi="Arial" w:cs="Arial"/>
          <w:color w:val="000000"/>
          <w:sz w:val="20"/>
          <w:szCs w:val="20"/>
        </w:rPr>
        <w:t xml:space="preserve"> and payment is required </w:t>
      </w:r>
      <w:r w:rsidR="00752BAF" w:rsidRPr="00752BAF">
        <w:rPr>
          <w:rFonts w:ascii="Arial" w:hAnsi="Arial" w:cs="Arial"/>
          <w:b/>
          <w:color w:val="000000"/>
          <w:sz w:val="20"/>
          <w:szCs w:val="20"/>
        </w:rPr>
        <w:t>within seven (7) days</w:t>
      </w:r>
      <w:r w:rsidR="00752BAF">
        <w:rPr>
          <w:rFonts w:ascii="Arial" w:hAnsi="Arial" w:cs="Arial"/>
          <w:color w:val="000000"/>
          <w:sz w:val="20"/>
          <w:szCs w:val="20"/>
        </w:rPr>
        <w:t xml:space="preserve"> of the date of invoice</w:t>
      </w:r>
      <w:r w:rsidRPr="00DC3D8C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C3D8C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142D1" w:rsidRDefault="005142D1" w:rsidP="00A7592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DC3D8C">
        <w:rPr>
          <w:rFonts w:ascii="Arial" w:hAnsi="Arial" w:cs="Arial"/>
          <w:color w:val="000000"/>
          <w:sz w:val="20"/>
          <w:szCs w:val="20"/>
        </w:rPr>
        <w:br/>
        <w:t xml:space="preserve">Payment may be made by </w:t>
      </w:r>
      <w:proofErr w:type="spellStart"/>
      <w:r w:rsidRPr="00DC3D8C">
        <w:rPr>
          <w:rFonts w:ascii="Arial" w:hAnsi="Arial" w:cs="Arial"/>
          <w:color w:val="000000"/>
          <w:sz w:val="20"/>
          <w:szCs w:val="20"/>
        </w:rPr>
        <w:t>eftpos</w:t>
      </w:r>
      <w:proofErr w:type="spellEnd"/>
      <w:r w:rsidRPr="00DC3D8C">
        <w:rPr>
          <w:rFonts w:ascii="Arial" w:hAnsi="Arial" w:cs="Arial"/>
          <w:color w:val="000000"/>
          <w:sz w:val="20"/>
          <w:szCs w:val="20"/>
        </w:rPr>
        <w:t xml:space="preserve">, </w:t>
      </w:r>
      <w:r w:rsidR="00A75921">
        <w:rPr>
          <w:rFonts w:ascii="Arial" w:hAnsi="Arial" w:cs="Arial"/>
          <w:color w:val="000000"/>
          <w:sz w:val="20"/>
          <w:szCs w:val="20"/>
        </w:rPr>
        <w:t>credit card</w:t>
      </w:r>
      <w:r w:rsidRPr="00DC3D8C">
        <w:rPr>
          <w:rFonts w:ascii="Arial" w:hAnsi="Arial" w:cs="Arial"/>
          <w:color w:val="000000"/>
          <w:sz w:val="20"/>
          <w:szCs w:val="20"/>
        </w:rPr>
        <w:t>, cheque, cash</w:t>
      </w:r>
      <w:r w:rsidR="00752BAF">
        <w:rPr>
          <w:rFonts w:ascii="Arial" w:hAnsi="Arial" w:cs="Arial"/>
          <w:color w:val="000000"/>
          <w:sz w:val="20"/>
          <w:szCs w:val="20"/>
        </w:rPr>
        <w:t>,</w:t>
      </w:r>
      <w:r w:rsidR="00DE4B8E">
        <w:rPr>
          <w:rFonts w:ascii="Arial" w:hAnsi="Arial" w:cs="Arial"/>
          <w:color w:val="000000"/>
          <w:sz w:val="20"/>
          <w:szCs w:val="20"/>
        </w:rPr>
        <w:t xml:space="preserve"> automatic payment</w:t>
      </w:r>
      <w:r w:rsidR="00752BAF">
        <w:rPr>
          <w:rFonts w:ascii="Arial" w:hAnsi="Arial" w:cs="Arial"/>
          <w:color w:val="000000"/>
          <w:sz w:val="20"/>
          <w:szCs w:val="20"/>
        </w:rPr>
        <w:t>,</w:t>
      </w:r>
      <w:r w:rsidRPr="00DC3D8C">
        <w:rPr>
          <w:rFonts w:ascii="Arial" w:hAnsi="Arial" w:cs="Arial"/>
          <w:color w:val="000000"/>
          <w:sz w:val="20"/>
          <w:szCs w:val="20"/>
        </w:rPr>
        <w:t xml:space="preserve"> or </w:t>
      </w:r>
      <w:r w:rsidR="00752BAF">
        <w:rPr>
          <w:rFonts w:ascii="Arial" w:hAnsi="Arial" w:cs="Arial"/>
          <w:color w:val="000000"/>
          <w:sz w:val="20"/>
          <w:szCs w:val="20"/>
        </w:rPr>
        <w:t xml:space="preserve">by </w:t>
      </w:r>
      <w:r w:rsidRPr="00DC3D8C">
        <w:rPr>
          <w:rFonts w:ascii="Arial" w:hAnsi="Arial" w:cs="Arial"/>
          <w:color w:val="000000"/>
          <w:sz w:val="20"/>
          <w:szCs w:val="20"/>
        </w:rPr>
        <w:t>internet banking</w:t>
      </w:r>
      <w:r w:rsidR="009D353D">
        <w:rPr>
          <w:rFonts w:ascii="Arial" w:hAnsi="Arial" w:cs="Arial"/>
          <w:color w:val="000000"/>
          <w:sz w:val="20"/>
          <w:szCs w:val="20"/>
        </w:rPr>
        <w:t xml:space="preserve"> </w:t>
      </w:r>
      <w:r w:rsidRPr="00DC3D8C">
        <w:rPr>
          <w:rFonts w:ascii="Arial" w:hAnsi="Arial" w:cs="Arial"/>
          <w:color w:val="000000"/>
          <w:sz w:val="20"/>
          <w:szCs w:val="20"/>
        </w:rPr>
        <w:t xml:space="preserve">to </w:t>
      </w:r>
      <w:r w:rsidR="00DD30EE">
        <w:rPr>
          <w:rFonts w:ascii="Arial" w:hAnsi="Arial" w:cs="Arial"/>
          <w:color w:val="000000"/>
          <w:sz w:val="20"/>
          <w:szCs w:val="20"/>
        </w:rPr>
        <w:t>12</w:t>
      </w:r>
      <w:r w:rsidR="009D353D">
        <w:rPr>
          <w:rFonts w:ascii="Arial" w:hAnsi="Arial" w:cs="Arial"/>
          <w:color w:val="000000"/>
          <w:sz w:val="20"/>
          <w:szCs w:val="20"/>
        </w:rPr>
        <w:noBreakHyphen/>
      </w:r>
      <w:r w:rsidR="00B3198B">
        <w:rPr>
          <w:rFonts w:ascii="Arial" w:hAnsi="Arial" w:cs="Arial"/>
          <w:color w:val="000000"/>
          <w:sz w:val="20"/>
          <w:szCs w:val="20"/>
        </w:rPr>
        <w:t>3095-0158890-</w:t>
      </w:r>
      <w:r w:rsidR="00B3198B">
        <w:rPr>
          <w:rFonts w:ascii="Arial" w:hAnsi="Arial" w:cs="Arial"/>
          <w:b/>
          <w:color w:val="000000"/>
          <w:sz w:val="20"/>
          <w:szCs w:val="20"/>
        </w:rPr>
        <w:t>57</w:t>
      </w:r>
      <w:r w:rsidR="00DD30EE">
        <w:rPr>
          <w:rFonts w:ascii="Arial" w:hAnsi="Arial" w:cs="Arial"/>
          <w:color w:val="000000"/>
          <w:sz w:val="20"/>
          <w:szCs w:val="20"/>
        </w:rPr>
        <w:t>.</w:t>
      </w:r>
      <w:r w:rsidRPr="00DC3D8C">
        <w:rPr>
          <w:rFonts w:ascii="Arial" w:hAnsi="Arial" w:cs="Arial"/>
          <w:color w:val="000000"/>
          <w:sz w:val="20"/>
          <w:szCs w:val="20"/>
        </w:rPr>
        <w:t xml:space="preserve"> </w:t>
      </w:r>
      <w:r w:rsidR="00DD30EE">
        <w:rPr>
          <w:rFonts w:ascii="Arial" w:hAnsi="Arial" w:cs="Arial"/>
          <w:color w:val="000000"/>
          <w:sz w:val="20"/>
          <w:szCs w:val="20"/>
        </w:rPr>
        <w:t xml:space="preserve"> </w:t>
      </w:r>
      <w:r w:rsidR="00752BAF">
        <w:rPr>
          <w:rFonts w:ascii="Arial" w:hAnsi="Arial" w:cs="Arial"/>
          <w:color w:val="000000"/>
          <w:sz w:val="20"/>
          <w:szCs w:val="20"/>
        </w:rPr>
        <w:t>(</w:t>
      </w:r>
      <w:r w:rsidRPr="00DC3D8C">
        <w:rPr>
          <w:rFonts w:ascii="Arial" w:hAnsi="Arial" w:cs="Arial"/>
          <w:color w:val="000000"/>
          <w:sz w:val="20"/>
          <w:szCs w:val="20"/>
        </w:rPr>
        <w:t>Please use your child's surname and invoice number</w:t>
      </w:r>
      <w:r w:rsidR="00752BAF">
        <w:rPr>
          <w:rFonts w:ascii="Arial" w:hAnsi="Arial" w:cs="Arial"/>
          <w:color w:val="000000"/>
          <w:sz w:val="20"/>
          <w:szCs w:val="20"/>
        </w:rPr>
        <w:t xml:space="preserve"> as a reference</w:t>
      </w:r>
      <w:r w:rsidRPr="00DC3D8C">
        <w:rPr>
          <w:rFonts w:ascii="Arial" w:hAnsi="Arial" w:cs="Arial"/>
          <w:color w:val="000000"/>
          <w:sz w:val="20"/>
          <w:szCs w:val="20"/>
        </w:rPr>
        <w:t>.</w:t>
      </w:r>
      <w:r w:rsidR="00752BAF">
        <w:rPr>
          <w:rFonts w:ascii="Arial" w:hAnsi="Arial" w:cs="Arial"/>
          <w:color w:val="000000"/>
          <w:sz w:val="20"/>
          <w:szCs w:val="20"/>
        </w:rPr>
        <w:t>)</w:t>
      </w:r>
      <w:r w:rsidR="00A7592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DC3D8C">
        <w:rPr>
          <w:rFonts w:ascii="Arial" w:hAnsi="Arial" w:cs="Arial"/>
          <w:color w:val="000000"/>
          <w:sz w:val="20"/>
          <w:szCs w:val="20"/>
        </w:rPr>
        <w:t xml:space="preserve">Please make cheques payable to </w:t>
      </w:r>
      <w:proofErr w:type="spellStart"/>
      <w:r w:rsidR="00345485">
        <w:rPr>
          <w:rFonts w:ascii="Arial" w:hAnsi="Arial" w:cs="Arial"/>
          <w:color w:val="000000"/>
          <w:sz w:val="20"/>
          <w:szCs w:val="20"/>
        </w:rPr>
        <w:t>Warkworth</w:t>
      </w:r>
      <w:proofErr w:type="spellEnd"/>
      <w:r w:rsidR="00345485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B14">
        <w:rPr>
          <w:rFonts w:ascii="Arial" w:hAnsi="Arial" w:cs="Arial"/>
          <w:color w:val="000000"/>
          <w:sz w:val="20"/>
          <w:szCs w:val="20"/>
        </w:rPr>
        <w:t>School.</w:t>
      </w:r>
    </w:p>
    <w:p w:rsidR="009237B3" w:rsidRDefault="009237B3" w:rsidP="00A7592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9237B3" w:rsidRPr="00C23B14" w:rsidRDefault="009237B3" w:rsidP="00A7592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C4089D" w:rsidRPr="009237B3" w:rsidRDefault="009237B3" w:rsidP="00C4089D">
      <w:pPr>
        <w:pStyle w:val="NormalWeb"/>
        <w:shd w:val="clear" w:color="auto" w:fill="FFFFFF"/>
        <w:tabs>
          <w:tab w:val="decimal" w:leader="dot" w:pos="3119"/>
          <w:tab w:val="decimal" w:leader="dot" w:pos="4111"/>
        </w:tabs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37B3">
        <w:rPr>
          <w:rFonts w:ascii="Arial" w:hAnsi="Arial" w:cs="Arial"/>
          <w:b/>
          <w:color w:val="000000"/>
          <w:sz w:val="20"/>
          <w:szCs w:val="20"/>
        </w:rPr>
        <w:lastRenderedPageBreak/>
        <w:t>Discount Available</w:t>
      </w:r>
    </w:p>
    <w:p w:rsidR="006340CB" w:rsidRDefault="006340CB" w:rsidP="00C4089D">
      <w:pPr>
        <w:pStyle w:val="NormalWeb"/>
        <w:shd w:val="clear" w:color="auto" w:fill="FFFFFF"/>
        <w:tabs>
          <w:tab w:val="decimal" w:leader="dot" w:pos="3119"/>
          <w:tab w:val="decimal" w:leader="dot" w:pos="4111"/>
        </w:tabs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 </w:t>
      </w:r>
      <w:r w:rsidR="0076435C">
        <w:rPr>
          <w:rFonts w:ascii="Arial" w:hAnsi="Arial" w:cs="Arial"/>
          <w:color w:val="000000"/>
          <w:sz w:val="20"/>
          <w:szCs w:val="20"/>
        </w:rPr>
        <w:t xml:space="preserve">10% discount </w:t>
      </w:r>
      <w:r>
        <w:rPr>
          <w:rFonts w:ascii="Arial" w:hAnsi="Arial" w:cs="Arial"/>
          <w:color w:val="000000"/>
          <w:sz w:val="20"/>
          <w:szCs w:val="20"/>
        </w:rPr>
        <w:t xml:space="preserve">applies </w:t>
      </w:r>
      <w:r w:rsidR="00527F59">
        <w:rPr>
          <w:rFonts w:ascii="Arial" w:hAnsi="Arial" w:cs="Arial"/>
          <w:color w:val="000000"/>
          <w:sz w:val="20"/>
          <w:szCs w:val="20"/>
        </w:rPr>
        <w:t xml:space="preserve">for </w:t>
      </w:r>
      <w:r w:rsidR="006C75E3">
        <w:rPr>
          <w:rFonts w:ascii="Arial" w:hAnsi="Arial" w:cs="Arial"/>
          <w:color w:val="000000"/>
          <w:sz w:val="20"/>
          <w:szCs w:val="20"/>
        </w:rPr>
        <w:t>four days booked and attended</w:t>
      </w:r>
      <w:r w:rsidR="00527F59">
        <w:rPr>
          <w:rFonts w:ascii="Arial" w:hAnsi="Arial" w:cs="Arial"/>
          <w:color w:val="000000"/>
          <w:sz w:val="20"/>
          <w:szCs w:val="20"/>
        </w:rPr>
        <w:t xml:space="preserve"> </w:t>
      </w:r>
      <w:r w:rsidR="0076435C">
        <w:rPr>
          <w:rFonts w:ascii="Arial" w:hAnsi="Arial" w:cs="Arial"/>
          <w:color w:val="000000"/>
          <w:sz w:val="20"/>
          <w:szCs w:val="20"/>
        </w:rPr>
        <w:t>in th</w:t>
      </w:r>
      <w:r w:rsidR="00527F59">
        <w:rPr>
          <w:rFonts w:ascii="Arial" w:hAnsi="Arial" w:cs="Arial"/>
          <w:color w:val="000000"/>
          <w:sz w:val="20"/>
          <w:szCs w:val="20"/>
        </w:rPr>
        <w:t xml:space="preserve">e same week, per child per week </w:t>
      </w:r>
    </w:p>
    <w:p w:rsidR="009237B3" w:rsidRPr="00752BAF" w:rsidRDefault="009237B3" w:rsidP="00C4089D">
      <w:pPr>
        <w:pStyle w:val="NormalWeb"/>
        <w:shd w:val="clear" w:color="auto" w:fill="FFFFFF"/>
        <w:tabs>
          <w:tab w:val="decimal" w:leader="dot" w:pos="3119"/>
          <w:tab w:val="decimal" w:leader="dot" w:pos="4111"/>
        </w:tabs>
        <w:spacing w:before="0" w:beforeAutospacing="0" w:after="0" w:afterAutospacing="0"/>
        <w:jc w:val="both"/>
        <w:rPr>
          <w:rFonts w:ascii="Arial" w:hAnsi="Arial" w:cs="Arial"/>
          <w:color w:val="000000"/>
          <w:sz w:val="14"/>
          <w:szCs w:val="20"/>
        </w:rPr>
      </w:pPr>
    </w:p>
    <w:p w:rsidR="00752BAF" w:rsidRDefault="006340CB" w:rsidP="009237B3">
      <w:pPr>
        <w:pStyle w:val="NormalWeb"/>
        <w:shd w:val="clear" w:color="auto" w:fill="FFFFFF"/>
        <w:tabs>
          <w:tab w:val="decimal" w:leader="dot" w:pos="3119"/>
          <w:tab w:val="decimal" w:leader="dot" w:pos="4111"/>
        </w:tabs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 10% discount applies for 2 children (siblings only) and 20% applies for 3 or more children (siblings only) attending the same day.</w:t>
      </w:r>
      <w:r w:rsidR="006C75E3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237B3" w:rsidRDefault="009237B3" w:rsidP="009237B3">
      <w:pPr>
        <w:pStyle w:val="NormalWeb"/>
        <w:shd w:val="clear" w:color="auto" w:fill="FFFFFF"/>
        <w:tabs>
          <w:tab w:val="decimal" w:leader="dot" w:pos="3119"/>
          <w:tab w:val="decimal" w:leader="dot" w:pos="4111"/>
        </w:tabs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9237B3" w:rsidRDefault="009237B3" w:rsidP="009237B3">
      <w:pPr>
        <w:pStyle w:val="NormalWeb"/>
        <w:shd w:val="clear" w:color="auto" w:fill="FFFFFF"/>
        <w:tabs>
          <w:tab w:val="decimal" w:leader="dot" w:pos="3119"/>
          <w:tab w:val="decimal" w:leader="dot" w:pos="4111"/>
        </w:tabs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Discounts are not available to WINZ clients.</w:t>
      </w:r>
    </w:p>
    <w:p w:rsidR="009237B3" w:rsidRDefault="009237B3" w:rsidP="009237B3">
      <w:pPr>
        <w:pStyle w:val="NormalWeb"/>
        <w:shd w:val="clear" w:color="auto" w:fill="FFFFFF"/>
        <w:tabs>
          <w:tab w:val="decimal" w:leader="dot" w:pos="3119"/>
          <w:tab w:val="decimal" w:leader="dot" w:pos="4111"/>
        </w:tabs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E50ED7" w:rsidRDefault="00E50ED7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Health and Safety</w:t>
      </w:r>
    </w:p>
    <w:p w:rsidR="00E50ED7" w:rsidRDefault="00E50ED7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 the event of an accident the parent/caregiver signing the Enrolment Contract authorises programme staff to obtain medical assistance as may be deemed necessary.  Should you</w:t>
      </w:r>
      <w:r w:rsidR="00C23B14"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 xml:space="preserve"> child need to be transported from the site in an emergency situation, our Transport Policy will be adhered to by staff.</w:t>
      </w:r>
    </w:p>
    <w:p w:rsidR="00E50ED7" w:rsidRPr="00752BAF" w:rsidRDefault="00E50ED7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4"/>
          <w:szCs w:val="20"/>
        </w:rPr>
      </w:pPr>
    </w:p>
    <w:p w:rsidR="00E50ED7" w:rsidRDefault="00E50ED7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Access arrangements for your child must be detailed on the Enrolment Contract.  Please inform the supervisor of any safety or custody issues that may affect your child’s wellbeing and security.</w:t>
      </w:r>
    </w:p>
    <w:p w:rsidR="00E50ED7" w:rsidRPr="00752BAF" w:rsidRDefault="00E50ED7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4"/>
          <w:szCs w:val="20"/>
        </w:rPr>
      </w:pPr>
    </w:p>
    <w:p w:rsidR="009237B3" w:rsidRDefault="00E50ED7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CYF Guidelines are followed should an allegation or suspicion of child abuse occur.</w:t>
      </w:r>
    </w:p>
    <w:p w:rsidR="00752BAF" w:rsidRDefault="00752BAF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E50ED7" w:rsidRDefault="00E50ED7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Behaviour Management</w:t>
      </w:r>
    </w:p>
    <w:p w:rsidR="00E50ED7" w:rsidRDefault="00E50ED7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Where a child or group of children’s behaviour threatens the safety and/or enjoyment of the other programme participants or members of the general public, the child or children may be withdrawn from the programme and the responsible parent/caregiver contacted to collect their child from the programme.  This procedure is most likely to be initiated where a child repeatedly disrespects the direction given by staff.  No refund will be given if a child is withdrawn from the programme for disruptive behaviour.</w:t>
      </w:r>
    </w:p>
    <w:p w:rsidR="00B63CD9" w:rsidRDefault="00B63CD9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B63CD9" w:rsidRDefault="00B63CD9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Personal Property</w:t>
      </w:r>
    </w:p>
    <w:p w:rsidR="00B63CD9" w:rsidRDefault="00B63CD9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Staff can take no responsibility for loss or damage to children’s personal property.</w:t>
      </w:r>
    </w:p>
    <w:p w:rsidR="00B63CD9" w:rsidRDefault="00B63CD9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9951BF" w:rsidRDefault="009951BF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9951BF" w:rsidRDefault="009951BF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9951BF" w:rsidRDefault="009951BF" w:rsidP="009F66E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F214EF" w:rsidRDefault="00F214EF" w:rsidP="00F214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Ac</w:t>
      </w:r>
      <w:r w:rsidRPr="00B72D52">
        <w:rPr>
          <w:rFonts w:ascii="Arial" w:hAnsi="Arial" w:cs="Arial"/>
          <w:b/>
          <w:color w:val="000000"/>
          <w:sz w:val="20"/>
          <w:szCs w:val="20"/>
        </w:rPr>
        <w:t>ceptance of Terms and Conditions</w:t>
      </w:r>
    </w:p>
    <w:p w:rsidR="009237B3" w:rsidRDefault="009237B3" w:rsidP="00F214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214EF" w:rsidRPr="00B72D52" w:rsidRDefault="00F214EF" w:rsidP="00F214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214EF" w:rsidRDefault="00F214EF" w:rsidP="00F214EF">
      <w:pPr>
        <w:pStyle w:val="NormalWeb"/>
        <w:shd w:val="clear" w:color="auto" w:fill="FFFFFF"/>
        <w:spacing w:before="0" w:beforeAutospacing="0" w:after="0" w:afterAutospacing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C10252" wp14:editId="4682DDE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602E26F1" id="Rectangle 10" o:spid="_x0000_s1026" style="position:absolute;margin-left:0;margin-top:-.05pt;width:12pt;height:1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" filled="f" strokecolor="black [3213]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</w:rPr>
        <w:t>I have read and understood the</w:t>
      </w:r>
      <w:r w:rsidR="009951BF">
        <w:rPr>
          <w:rFonts w:ascii="Arial" w:hAnsi="Arial" w:cs="Arial"/>
          <w:color w:val="000000"/>
          <w:sz w:val="20"/>
          <w:szCs w:val="20"/>
        </w:rPr>
        <w:t xml:space="preserve"> Parent Information and</w:t>
      </w:r>
      <w:r>
        <w:rPr>
          <w:rFonts w:ascii="Arial" w:hAnsi="Arial" w:cs="Arial"/>
          <w:color w:val="000000"/>
          <w:sz w:val="20"/>
          <w:szCs w:val="20"/>
        </w:rPr>
        <w:t xml:space="preserve"> Terms and Conditions and agree to abide by them.</w:t>
      </w:r>
    </w:p>
    <w:p w:rsidR="00F214EF" w:rsidRDefault="00F214EF" w:rsidP="00F214E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F214EF" w:rsidRDefault="00F214EF" w:rsidP="00F214EF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:rsidR="00F214EF" w:rsidRDefault="00F214EF" w:rsidP="00F214EF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:rsidR="009237B3" w:rsidRDefault="009237B3" w:rsidP="00F214EF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:rsidR="009237B3" w:rsidRDefault="009237B3" w:rsidP="00F214EF">
      <w:pPr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:rsidR="00F214EF" w:rsidRDefault="00F214EF" w:rsidP="00F214EF">
      <w:pPr>
        <w:spacing w:after="12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</w:t>
      </w:r>
    </w:p>
    <w:p w:rsidR="00166210" w:rsidRPr="00DC3D8C" w:rsidRDefault="00F214EF" w:rsidP="00F214EF">
      <w:pPr>
        <w:spacing w:after="0" w:line="240" w:lineRule="auto"/>
        <w:jc w:val="right"/>
        <w:rPr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Parent/Caregiver Signature</w:t>
      </w:r>
    </w:p>
    <w:sectPr w:rsidR="00166210" w:rsidRPr="00DC3D8C" w:rsidSect="00F214EF">
      <w:type w:val="continuous"/>
      <w:pgSz w:w="11907" w:h="16840" w:code="9"/>
      <w:pgMar w:top="1440" w:right="567" w:bottom="284" w:left="709" w:header="720" w:footer="720" w:gutter="0"/>
      <w:cols w:num="2"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7FE" w:rsidRDefault="001A67FE" w:rsidP="007701AB">
      <w:pPr>
        <w:spacing w:after="0" w:line="240" w:lineRule="auto"/>
      </w:pPr>
      <w:r>
        <w:separator/>
      </w:r>
    </w:p>
  </w:endnote>
  <w:endnote w:type="continuationSeparator" w:id="0">
    <w:p w:rsidR="001A67FE" w:rsidRDefault="001A67FE" w:rsidP="00770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67964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A67FE" w:rsidRDefault="001A67FE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068F">
          <w:rPr>
            <w:noProof/>
          </w:rPr>
          <w:t>1</w:t>
        </w:r>
        <w:r>
          <w:rPr>
            <w:noProof/>
          </w:rPr>
          <w:fldChar w:fldCharType="end"/>
        </w:r>
      </w:p>
      <w:p w:rsidR="001A67FE" w:rsidRDefault="007E0A54" w:rsidP="00262F6E">
        <w:pPr>
          <w:pStyle w:val="Footer"/>
        </w:pPr>
        <w:r>
          <w:rPr>
            <w:noProof/>
            <w:sz w:val="14"/>
          </w:rPr>
          <w:t>Revised 31 October 2018</w:t>
        </w:r>
      </w:p>
    </w:sdtContent>
  </w:sdt>
  <w:p w:rsidR="001A67FE" w:rsidRDefault="001A67FE" w:rsidP="00984239">
    <w:pPr>
      <w:pStyle w:val="Footer"/>
      <w:ind w:firstLine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7FE" w:rsidRDefault="001A67FE" w:rsidP="007701AB">
      <w:pPr>
        <w:spacing w:after="0" w:line="240" w:lineRule="auto"/>
      </w:pPr>
      <w:r>
        <w:separator/>
      </w:r>
    </w:p>
  </w:footnote>
  <w:footnote w:type="continuationSeparator" w:id="0">
    <w:p w:rsidR="001A67FE" w:rsidRDefault="001A67FE" w:rsidP="00770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4" o:spid="_x0000_i1026" type="#_x0000_t75" style="width:18pt;height:17.25pt;visibility:visible;mso-wrap-style:square" o:bullet="t">
        <v:imagedata r:id="rId1" o:title=""/>
      </v:shape>
    </w:pict>
  </w:numPicBullet>
  <w:numPicBullet w:numPicBulletId="1">
    <w:pict>
      <v:shape id="Picture 5" o:spid="_x0000_i1027" type="#_x0000_t75" style="width:18pt;height:17.25pt;visibility:visible;mso-wrap-style:square" o:bullet="t">
        <v:imagedata r:id="rId2" o:title=""/>
      </v:shape>
    </w:pict>
  </w:numPicBullet>
  <w:abstractNum w:abstractNumId="0" w15:restartNumberingAfterBreak="0">
    <w:nsid w:val="2DC87BDD"/>
    <w:multiLevelType w:val="hybridMultilevel"/>
    <w:tmpl w:val="072A4FF8"/>
    <w:lvl w:ilvl="0" w:tplc="1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D25"/>
    <w:rsid w:val="0004331C"/>
    <w:rsid w:val="0005221D"/>
    <w:rsid w:val="0005222B"/>
    <w:rsid w:val="00057A54"/>
    <w:rsid w:val="000B1275"/>
    <w:rsid w:val="000D7402"/>
    <w:rsid w:val="00101F3F"/>
    <w:rsid w:val="00113DD9"/>
    <w:rsid w:val="00166210"/>
    <w:rsid w:val="001A5CAE"/>
    <w:rsid w:val="001A67FE"/>
    <w:rsid w:val="001C1FB8"/>
    <w:rsid w:val="001C50E1"/>
    <w:rsid w:val="00217970"/>
    <w:rsid w:val="00260703"/>
    <w:rsid w:val="00262F6E"/>
    <w:rsid w:val="0026346E"/>
    <w:rsid w:val="00295B30"/>
    <w:rsid w:val="002A647D"/>
    <w:rsid w:val="002E23B0"/>
    <w:rsid w:val="00345485"/>
    <w:rsid w:val="00363849"/>
    <w:rsid w:val="003B7721"/>
    <w:rsid w:val="003C78E0"/>
    <w:rsid w:val="004010B9"/>
    <w:rsid w:val="00412F45"/>
    <w:rsid w:val="00441A75"/>
    <w:rsid w:val="004D7A9D"/>
    <w:rsid w:val="0050527D"/>
    <w:rsid w:val="0050752F"/>
    <w:rsid w:val="005142D1"/>
    <w:rsid w:val="005156BA"/>
    <w:rsid w:val="00527F59"/>
    <w:rsid w:val="005313A0"/>
    <w:rsid w:val="0054044B"/>
    <w:rsid w:val="0054068F"/>
    <w:rsid w:val="005E6C2C"/>
    <w:rsid w:val="0061071C"/>
    <w:rsid w:val="006340CB"/>
    <w:rsid w:val="00644B20"/>
    <w:rsid w:val="00661332"/>
    <w:rsid w:val="006A5470"/>
    <w:rsid w:val="006B6FEF"/>
    <w:rsid w:val="006C75E3"/>
    <w:rsid w:val="006D36EE"/>
    <w:rsid w:val="006F210E"/>
    <w:rsid w:val="00716849"/>
    <w:rsid w:val="00752BAF"/>
    <w:rsid w:val="00762DA7"/>
    <w:rsid w:val="0076435C"/>
    <w:rsid w:val="007701AB"/>
    <w:rsid w:val="00780689"/>
    <w:rsid w:val="007A7F05"/>
    <w:rsid w:val="007B5034"/>
    <w:rsid w:val="007D539F"/>
    <w:rsid w:val="007E0A54"/>
    <w:rsid w:val="007F2D3D"/>
    <w:rsid w:val="007F563B"/>
    <w:rsid w:val="00805BAB"/>
    <w:rsid w:val="008065E3"/>
    <w:rsid w:val="008112FB"/>
    <w:rsid w:val="00871FC7"/>
    <w:rsid w:val="00877AAD"/>
    <w:rsid w:val="00880845"/>
    <w:rsid w:val="00894962"/>
    <w:rsid w:val="008A6D25"/>
    <w:rsid w:val="008B3468"/>
    <w:rsid w:val="008E253F"/>
    <w:rsid w:val="008F3C2C"/>
    <w:rsid w:val="00902332"/>
    <w:rsid w:val="009237B3"/>
    <w:rsid w:val="00984239"/>
    <w:rsid w:val="009928FC"/>
    <w:rsid w:val="009951BF"/>
    <w:rsid w:val="009D353D"/>
    <w:rsid w:val="009F66E7"/>
    <w:rsid w:val="00A0530B"/>
    <w:rsid w:val="00A5768C"/>
    <w:rsid w:val="00A6404F"/>
    <w:rsid w:val="00A75921"/>
    <w:rsid w:val="00A94978"/>
    <w:rsid w:val="00AF7565"/>
    <w:rsid w:val="00B17EE3"/>
    <w:rsid w:val="00B20C6B"/>
    <w:rsid w:val="00B3198B"/>
    <w:rsid w:val="00B623CF"/>
    <w:rsid w:val="00B63994"/>
    <w:rsid w:val="00B63CD9"/>
    <w:rsid w:val="00B87E33"/>
    <w:rsid w:val="00BB227F"/>
    <w:rsid w:val="00BB6AB8"/>
    <w:rsid w:val="00C23B14"/>
    <w:rsid w:val="00C36E13"/>
    <w:rsid w:val="00C4089D"/>
    <w:rsid w:val="00C677C6"/>
    <w:rsid w:val="00C71718"/>
    <w:rsid w:val="00C77E13"/>
    <w:rsid w:val="00D24786"/>
    <w:rsid w:val="00D71B3B"/>
    <w:rsid w:val="00D90D18"/>
    <w:rsid w:val="00DC3D8C"/>
    <w:rsid w:val="00DD30EE"/>
    <w:rsid w:val="00DE4B8E"/>
    <w:rsid w:val="00E22046"/>
    <w:rsid w:val="00E4730B"/>
    <w:rsid w:val="00E50ED7"/>
    <w:rsid w:val="00E5366B"/>
    <w:rsid w:val="00E742AC"/>
    <w:rsid w:val="00E8194D"/>
    <w:rsid w:val="00E95A0D"/>
    <w:rsid w:val="00EB6491"/>
    <w:rsid w:val="00ED6732"/>
    <w:rsid w:val="00F04AC9"/>
    <w:rsid w:val="00F06F66"/>
    <w:rsid w:val="00F214EF"/>
    <w:rsid w:val="00F26A15"/>
    <w:rsid w:val="00F759F5"/>
    <w:rsid w:val="00FA1FDF"/>
    <w:rsid w:val="00FA25FE"/>
    <w:rsid w:val="00FD0206"/>
    <w:rsid w:val="00FF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163D603-5C97-4874-A84B-16D1C15E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6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A6D25"/>
  </w:style>
  <w:style w:type="character" w:styleId="Hyperlink">
    <w:name w:val="Hyperlink"/>
    <w:basedOn w:val="DefaultParagraphFont"/>
    <w:uiPriority w:val="99"/>
    <w:semiHidden/>
    <w:unhideWhenUsed/>
    <w:rsid w:val="008A6D25"/>
    <w:rPr>
      <w:color w:val="0000FF"/>
      <w:u w:val="single"/>
    </w:rPr>
  </w:style>
  <w:style w:type="table" w:styleId="TableGrid">
    <w:name w:val="Table Grid"/>
    <w:basedOn w:val="TableNormal"/>
    <w:uiPriority w:val="59"/>
    <w:rsid w:val="009F6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01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1AB"/>
  </w:style>
  <w:style w:type="paragraph" w:styleId="Footer">
    <w:name w:val="footer"/>
    <w:basedOn w:val="Normal"/>
    <w:link w:val="FooterChar"/>
    <w:uiPriority w:val="99"/>
    <w:unhideWhenUsed/>
    <w:rsid w:val="007701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1AB"/>
  </w:style>
  <w:style w:type="paragraph" w:styleId="ListParagraph">
    <w:name w:val="List Paragraph"/>
    <w:basedOn w:val="Normal"/>
    <w:uiPriority w:val="34"/>
    <w:qFormat/>
    <w:rsid w:val="001C1F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7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F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0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2EAC1-B2C6-4682-AEAC-724593178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ACC9A718.dotm</Template>
  <TotalTime>94</TotalTime>
  <Pages>4</Pages>
  <Words>1498</Words>
  <Characters>8542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Manurewa Central School</Company>
  <LinksUpToDate>false</LinksUpToDate>
  <CharactersWithSpaces>10020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Sandra Turner</cp:lastModifiedBy>
  <cp:revision>31</cp:revision>
  <cp:lastPrinted>2019-06-16T23:44:00Z</cp:lastPrinted>
  <dcterms:created xsi:type="dcterms:W3CDTF">2015-03-12T22:33:00Z</dcterms:created>
  <dcterms:modified xsi:type="dcterms:W3CDTF">2019-06-16T23:45:00Z</dcterms:modified>
</cp:coreProperties>
</file>